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92" w:type="dxa"/>
        <w:jc w:val="center"/>
        <w:tblInd w:w="177" w:type="dxa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2934"/>
        <w:gridCol w:w="8658"/>
      </w:tblGrid>
      <w:tr w:rsidR="00064766" w:rsidRPr="004575B3" w:rsidTr="0052165B">
        <w:trPr>
          <w:trHeight w:val="51"/>
          <w:jc w:val="center"/>
        </w:trPr>
        <w:tc>
          <w:tcPr>
            <w:tcW w:w="2934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  <w:vAlign w:val="center"/>
          </w:tcPr>
          <w:p w:rsidR="00064766" w:rsidRPr="00497E92" w:rsidRDefault="001E4543" w:rsidP="000A03E3">
            <w:r>
              <w:t xml:space="preserve"> </w:t>
            </w:r>
            <w:r w:rsidR="00D15E4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4912A3A" wp14:editId="700DA8A4">
                  <wp:extent cx="1084521" cy="1415453"/>
                  <wp:effectExtent l="0" t="0" r="1905" b="0"/>
                  <wp:docPr id="5" name="Picture 5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8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</w:tcPr>
          <w:p w:rsidR="00064766" w:rsidRPr="007052CF" w:rsidRDefault="00187F11" w:rsidP="0002411E">
            <w:pPr>
              <w:pStyle w:val="Heading1"/>
              <w:rPr>
                <w:rFonts w:ascii="Bell MT" w:hAnsi="Bell MT"/>
                <w:i/>
                <w:sz w:val="52"/>
                <w:szCs w:val="52"/>
                <w14:textOutline w14:w="9525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7052CF">
              <w:rPr>
                <w:rFonts w:ascii="Bell MT" w:hAnsi="Bell MT"/>
                <w:i/>
                <w:sz w:val="52"/>
                <w:szCs w:val="5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Guid</w:t>
            </w:r>
            <w:r w:rsidR="00D76712" w:rsidRPr="007052CF">
              <w:rPr>
                <w:rFonts w:ascii="Bell MT" w:hAnsi="Bell MT"/>
                <w:i/>
                <w:sz w:val="52"/>
                <w:szCs w:val="5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ance News That You Can Use</w:t>
            </w:r>
          </w:p>
          <w:p w:rsidR="0002411E" w:rsidRPr="00F7522E" w:rsidRDefault="00642036" w:rsidP="00CD7464">
            <w:pPr>
              <w:rPr>
                <w:sz w:val="28"/>
                <w:szCs w:val="28"/>
              </w:rPr>
            </w:pPr>
            <w:r w:rsidRPr="00F7522E">
              <w:rPr>
                <w:rFonts w:ascii="Times New Roman" w:hAnsi="Times New Roman"/>
                <w:sz w:val="28"/>
                <w:szCs w:val="28"/>
              </w:rPr>
              <w:t xml:space="preserve">Features available resources on </w:t>
            </w:r>
            <w:r w:rsidR="00CD7464">
              <w:rPr>
                <w:rFonts w:ascii="Times New Roman" w:hAnsi="Times New Roman"/>
                <w:sz w:val="28"/>
                <w:szCs w:val="28"/>
              </w:rPr>
              <w:t xml:space="preserve">Miss Jones’ 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Guidance Department webpage </w:t>
            </w:r>
            <w:r w:rsidRPr="00F7522E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Pr="00F7522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97E92" w:rsidRPr="00D13CEF" w:rsidTr="0052165B">
        <w:trPr>
          <w:trHeight w:val="288"/>
          <w:jc w:val="center"/>
        </w:trPr>
        <w:tc>
          <w:tcPr>
            <w:tcW w:w="2934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</w:tcBorders>
            <w:shd w:val="clear" w:color="auto" w:fill="FFCC99"/>
            <w:tcMar>
              <w:left w:w="115" w:type="dxa"/>
              <w:right w:w="72" w:type="dxa"/>
            </w:tcMar>
            <w:vAlign w:val="center"/>
          </w:tcPr>
          <w:p w:rsidR="00497E92" w:rsidRPr="00FE3B28" w:rsidRDefault="00497E92" w:rsidP="00374AF2">
            <w:pPr>
              <w:pStyle w:val="Date"/>
            </w:pPr>
            <w:r w:rsidRPr="00FE3B28">
              <w:fldChar w:fldCharType="begin"/>
            </w:r>
            <w:r w:rsidRPr="00FE3B28">
              <w:instrText xml:space="preserve"> DATE  \@ "MMMM d, yyyy"  \* MERGEFORMAT </w:instrText>
            </w:r>
            <w:r w:rsidRPr="00FE3B28">
              <w:fldChar w:fldCharType="separate"/>
            </w:r>
            <w:r w:rsidR="00EF1942">
              <w:rPr>
                <w:noProof/>
              </w:rPr>
              <w:t>September 12, 2017</w:t>
            </w:r>
            <w:r w:rsidRPr="00FE3B28">
              <w:fldChar w:fldCharType="end"/>
            </w:r>
          </w:p>
        </w:tc>
        <w:tc>
          <w:tcPr>
            <w:tcW w:w="8658" w:type="dxa"/>
            <w:tcBorders>
              <w:top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FFCC99"/>
          </w:tcPr>
          <w:p w:rsidR="00497E92" w:rsidRPr="00D13CEF" w:rsidRDefault="00497E92" w:rsidP="00F90583">
            <w:pPr>
              <w:pStyle w:val="Volume"/>
            </w:pPr>
            <w:r w:rsidRPr="00D13CEF">
              <w:t>Volume 1, Number 1</w:t>
            </w:r>
          </w:p>
        </w:tc>
      </w:tr>
      <w:tr w:rsidR="00497E92" w:rsidRPr="00D13CEF" w:rsidTr="0052165B">
        <w:trPr>
          <w:trHeight w:val="1091"/>
          <w:jc w:val="center"/>
        </w:trPr>
        <w:tc>
          <w:tcPr>
            <w:tcW w:w="2934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p w:rsidR="009F6CBE" w:rsidRDefault="009F6CBE"/>
          <w:p w:rsidR="009F6CBE" w:rsidRDefault="009F6CBE"/>
          <w:tbl>
            <w:tblPr>
              <w:tblStyle w:val="TableGrid"/>
              <w:tblW w:w="276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72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761"/>
            </w:tblGrid>
            <w:tr w:rsidR="00497E92" w:rsidRPr="00172445" w:rsidTr="00F3180F">
              <w:trPr>
                <w:jc w:val="center"/>
              </w:trPr>
              <w:tc>
                <w:tcPr>
                  <w:tcW w:w="2761" w:type="dxa"/>
                  <w:tcMar>
                    <w:top w:w="2880" w:type="dxa"/>
                  </w:tcMar>
                </w:tcPr>
                <w:p w:rsidR="00D82464" w:rsidRPr="00F3180F" w:rsidRDefault="00F3180F" w:rsidP="00F3180F">
                  <w:pPr>
                    <w:pStyle w:val="StyleQuotationLeft0"/>
                    <w:rPr>
                      <w:rFonts w:ascii="Times New Roman" w:hAnsi="Times New Roman"/>
                      <w:b/>
                      <w:i w:val="0"/>
                      <w:sz w:val="28"/>
                      <w:szCs w:val="28"/>
                      <w:u w:val="single"/>
                    </w:rPr>
                  </w:pPr>
                  <w:r w:rsidRPr="00F3180F">
                    <w:rPr>
                      <w:rFonts w:ascii="Times New Roman" w:hAnsi="Times New Roman"/>
                      <w:b/>
                      <w:i w:val="0"/>
                      <w:color w:val="auto"/>
                      <w:sz w:val="28"/>
                      <w:szCs w:val="28"/>
                      <w:u w:val="single"/>
                    </w:rPr>
                    <w:t>Contact Information</w:t>
                  </w:r>
                </w:p>
              </w:tc>
            </w:tr>
          </w:tbl>
          <w:p w:rsidR="00D215D4" w:rsidRDefault="00D215D4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Armstrong Middle School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475 </w:t>
            </w:r>
            <w:proofErr w:type="spellStart"/>
            <w:r w:rsidRPr="00D82464">
              <w:rPr>
                <w:rFonts w:ascii="Times New Roman" w:hAnsi="Times New Roman"/>
                <w:sz w:val="20"/>
                <w:szCs w:val="20"/>
              </w:rPr>
              <w:t>Wistar</w:t>
            </w:r>
            <w:proofErr w:type="spellEnd"/>
            <w:r w:rsidRPr="00D82464">
              <w:rPr>
                <w:rFonts w:ascii="Times New Roman" w:hAnsi="Times New Roman"/>
                <w:sz w:val="20"/>
                <w:szCs w:val="20"/>
              </w:rPr>
              <w:t xml:space="preserve"> Road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Fairless Hills, PA 19030</w:t>
            </w:r>
          </w:p>
          <w:p w:rsidR="00A45FB8" w:rsidRDefault="000A5AF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267.</w:t>
            </w:r>
            <w:r w:rsidR="004D044F">
              <w:rPr>
                <w:rFonts w:ascii="Times New Roman" w:hAnsi="Times New Roman"/>
                <w:sz w:val="20"/>
                <w:szCs w:val="20"/>
              </w:rPr>
              <w:t>599.2270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 xml:space="preserve"> (Office)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6000F" w:rsidRPr="00D82464" w:rsidRDefault="00A6000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Karla </w:t>
            </w:r>
            <w:r w:rsidR="00E95CA7" w:rsidRPr="00D82464">
              <w:rPr>
                <w:rFonts w:ascii="Times New Roman" w:hAnsi="Times New Roman"/>
                <w:sz w:val="20"/>
                <w:szCs w:val="20"/>
              </w:rPr>
              <w:t>Davis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Jones, M.Ed.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School Counselor</w:t>
            </w:r>
          </w:p>
          <w:p w:rsidR="0052165B" w:rsidRPr="0052165B" w:rsidRDefault="0052165B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2165B">
              <w:rPr>
                <w:rFonts w:ascii="Times New Roman" w:hAnsi="Times New Roman"/>
                <w:sz w:val="20"/>
                <w:szCs w:val="20"/>
              </w:rPr>
              <w:t xml:space="preserve">Gr. 6 (Black Team)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Pr="0052165B">
              <w:rPr>
                <w:rFonts w:ascii="Times New Roman" w:hAnsi="Times New Roman"/>
                <w:sz w:val="20"/>
                <w:szCs w:val="20"/>
              </w:rPr>
              <w:t>Gr. 8</w:t>
            </w:r>
          </w:p>
          <w:p w:rsidR="008B7776" w:rsidRPr="00D82464" w:rsidRDefault="008B777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Editor</w:t>
            </w:r>
          </w:p>
          <w:p w:rsidR="00843B4C" w:rsidRPr="00C432DE" w:rsidRDefault="000334DF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hyperlink r:id="rId10" w:history="1">
              <w:r w:rsidR="00F25F15" w:rsidRPr="00C432DE">
                <w:rPr>
                  <w:rStyle w:val="Hyperlink"/>
                  <w:rFonts w:ascii="Times New Roman" w:hAnsi="Times New Roman"/>
                  <w:szCs w:val="18"/>
                </w:rPr>
                <w:t>karla.jones@bristoltwpsd.org</w:t>
              </w:r>
            </w:hyperlink>
          </w:p>
          <w:p w:rsidR="00843B4C" w:rsidRPr="00A6000F" w:rsidRDefault="00584EBF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599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2274</w:t>
            </w:r>
            <w:r w:rsidR="00843B4C"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B4C" w:rsidRPr="00A6000F">
              <w:rPr>
                <w:rFonts w:ascii="Times New Roman" w:hAnsi="Times New Roman"/>
                <w:szCs w:val="18"/>
              </w:rPr>
              <w:t>(</w:t>
            </w:r>
            <w:r w:rsidR="00BF386E" w:rsidRPr="00A6000F">
              <w:rPr>
                <w:rFonts w:ascii="Times New Roman" w:hAnsi="Times New Roman"/>
                <w:szCs w:val="18"/>
              </w:rPr>
              <w:t>Voice</w:t>
            </w:r>
            <w:r w:rsidR="00A6000F" w:rsidRPr="00A6000F">
              <w:rPr>
                <w:rFonts w:ascii="Times New Roman" w:hAnsi="Times New Roman"/>
                <w:szCs w:val="18"/>
              </w:rPr>
              <w:t xml:space="preserve"> Mail</w:t>
            </w:r>
            <w:r w:rsidR="00BF386E" w:rsidRPr="00A6000F">
              <w:rPr>
                <w:rFonts w:ascii="Times New Roman" w:hAnsi="Times New Roman"/>
                <w:szCs w:val="18"/>
              </w:rPr>
              <w:t>)</w:t>
            </w:r>
          </w:p>
          <w:p w:rsid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>67.599.2299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00F">
              <w:rPr>
                <w:rFonts w:ascii="Times New Roman" w:hAnsi="Times New Roman"/>
                <w:szCs w:val="18"/>
              </w:rPr>
              <w:t>(F</w:t>
            </w:r>
            <w:r w:rsidR="00A45FB8" w:rsidRPr="00A6000F">
              <w:rPr>
                <w:rFonts w:ascii="Times New Roman" w:hAnsi="Times New Roman"/>
                <w:szCs w:val="18"/>
              </w:rPr>
              <w:t>ax</w:t>
            </w:r>
            <w:r w:rsidRPr="00A6000F">
              <w:rPr>
                <w:rFonts w:ascii="Times New Roman" w:hAnsi="Times New Roman"/>
                <w:szCs w:val="18"/>
              </w:rPr>
              <w:t>)</w:t>
            </w:r>
          </w:p>
          <w:p w:rsidR="00193096" w:rsidRPr="00CF19F6" w:rsidRDefault="000334DF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193096" w:rsidRPr="00CF19F6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http://bit.ly/2ht66WQ</w:t>
              </w:r>
            </w:hyperlink>
          </w:p>
          <w:p w:rsidR="00473036" w:rsidRDefault="0047303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r w:rsidRPr="00D82464">
              <w:rPr>
                <w:rStyle w:val="Hyperlink"/>
                <w:noProof/>
                <w:u w:val="none"/>
              </w:rPr>
              <w:drawing>
                <wp:inline distT="0" distB="0" distL="0" distR="0" wp14:anchorId="3BAA88AC" wp14:editId="1849FBBD">
                  <wp:extent cx="1181100" cy="1181100"/>
                  <wp:effectExtent l="0" t="0" r="0" b="0"/>
                  <wp:docPr id="4" name="Picture 4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19F6" w:rsidRDefault="00CF19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19F6" w:rsidRDefault="00CF19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19F6" w:rsidRDefault="00CF19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7850" w:rsidRPr="00CF7850" w:rsidRDefault="0019309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2017</w:t>
            </w:r>
          </w:p>
          <w:p w:rsidR="00C432DE" w:rsidRDefault="00421AEA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  <w:r>
              <w:rPr>
                <w:noProof/>
              </w:rPr>
              <w:lastRenderedPageBreak/>
              <w:t xml:space="preserve">  </w:t>
            </w:r>
            <w:r w:rsidRPr="00E73F8A">
              <w:rPr>
                <w:noProof/>
                <w:sz w:val="16"/>
                <w:szCs w:val="16"/>
              </w:rPr>
              <w:t xml:space="preserve">  </w:t>
            </w:r>
            <w:r w:rsidR="00D82464">
              <w:rPr>
                <w:noProof/>
              </w:rPr>
              <w:t xml:space="preserve">  </w:t>
            </w:r>
          </w:p>
          <w:p w:rsidR="00DD5F30" w:rsidRPr="00F863B6" w:rsidRDefault="00FB3BA1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4"/>
                <w:szCs w:val="34"/>
                <w:u w:val="single"/>
              </w:rPr>
            </w:pP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  <w:u w:val="single"/>
              </w:rPr>
              <w:t>Your next step</w:t>
            </w:r>
          </w:p>
          <w:p w:rsidR="00DD5F30" w:rsidRPr="00F863B6" w:rsidRDefault="00DD5F3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34"/>
                <w:szCs w:val="34"/>
              </w:rPr>
            </w:pP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Once you have checked off </w:t>
            </w:r>
            <w:r w:rsidR="00007121" w:rsidRPr="00F863B6">
              <w:rPr>
                <w:rFonts w:ascii="Times New Roman" w:hAnsi="Times New Roman"/>
                <w:noProof/>
                <w:color w:val="FF0000"/>
                <w:sz w:val="34"/>
                <w:szCs w:val="34"/>
              </w:rPr>
              <w:drawing>
                <wp:inline distT="0" distB="0" distL="0" distR="0" wp14:anchorId="694B3F8C" wp14:editId="06D1DF6A">
                  <wp:extent cx="209550" cy="154405"/>
                  <wp:effectExtent l="0" t="0" r="0" b="0"/>
                  <wp:docPr id="2" name="Picture 2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these </w:t>
            </w:r>
            <w:r w:rsidR="006B6BE1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three “action items,” you will be “plugged in” to </w:t>
            </w:r>
            <w:r w:rsidR="00DC2ABD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A</w:t>
            </w:r>
            <w:r w:rsidR="00A84A3E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rmstrong</w:t>
            </w:r>
            <w:r w:rsidR="00FB3BA1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.</w:t>
            </w:r>
          </w:p>
          <w:p w:rsidR="00DD5F30" w:rsidRDefault="00DD5F3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40"/>
                <w:szCs w:val="40"/>
              </w:rPr>
            </w:pPr>
          </w:p>
          <w:p w:rsidR="009F00F6" w:rsidRDefault="009F00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40"/>
                <w:szCs w:val="40"/>
              </w:rPr>
            </w:pPr>
          </w:p>
          <w:p w:rsidR="005C22DE" w:rsidRPr="00F863B6" w:rsidRDefault="00D34AE1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4"/>
                <w:szCs w:val="34"/>
              </w:rPr>
            </w:pP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If you have any</w:t>
            </w:r>
            <w:r w:rsidR="00D71232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 </w:t>
            </w:r>
            <w:r w:rsidR="005C22DE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questions</w:t>
            </w: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 about getting “plugged in</w:t>
            </w:r>
            <w:r w:rsidR="005C22DE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,</w:t>
            </w: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”</w:t>
            </w:r>
            <w:r w:rsidR="005C22DE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 please call Miss Jones, Eighth Grade School Counselor</w:t>
            </w:r>
            <w:r w:rsidR="00DD5F30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 at 267.599.2274</w:t>
            </w:r>
            <w:r w:rsidR="005C22DE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, or, Mrs. P</w:t>
            </w:r>
            <w:r w:rsidR="00F352EE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aula Page</w:t>
            </w:r>
            <w:r w:rsidR="00A14272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, Guidance </w:t>
            </w:r>
            <w:r w:rsidR="005C22DE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Secretary at 267.599.22</w:t>
            </w:r>
            <w:r w:rsidR="00DD42B4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6</w:t>
            </w:r>
            <w:r w:rsidR="007A3201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5</w:t>
            </w:r>
            <w:r w:rsidR="00DD42B4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.</w:t>
            </w:r>
          </w:p>
          <w:p w:rsidR="00E551F5" w:rsidRDefault="00E551F5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F863B6" w:rsidRDefault="00F863B6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F863B6" w:rsidRDefault="00F863B6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0359E8" w:rsidRPr="00CF7850" w:rsidRDefault="00DD2B82" w:rsidP="000359E8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2017</w:t>
            </w:r>
          </w:p>
          <w:p w:rsidR="006E53E6" w:rsidRDefault="00426BFB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 wp14:anchorId="3C749B28" wp14:editId="60712977">
                  <wp:extent cx="1084521" cy="1415453"/>
                  <wp:effectExtent l="0" t="0" r="1905" b="0"/>
                  <wp:docPr id="9" name="Picture 9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7E1F" w:rsidRDefault="00157E1F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CF7850" w:rsidRDefault="00CF7850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4"/>
                <w:szCs w:val="34"/>
              </w:rPr>
            </w:pP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All of these links </w:t>
            </w:r>
            <w:r w:rsidR="007047DB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plus many more </w:t>
            </w: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are available on Guidance News That You Can Use; </w:t>
            </w:r>
            <w:r w:rsidRPr="00F863B6">
              <w:rPr>
                <w:rFonts w:ascii="Times New Roman" w:hAnsi="Times New Roman"/>
                <w:b/>
                <w:sz w:val="34"/>
                <w:szCs w:val="34"/>
              </w:rPr>
              <w:t>Armstrong’s Eighth Grade Guidance Department webpage</w:t>
            </w:r>
            <w:r w:rsidR="00F863B6">
              <w:rPr>
                <w:rFonts w:ascii="Times New Roman" w:hAnsi="Times New Roman"/>
                <w:b/>
                <w:sz w:val="34"/>
                <w:szCs w:val="34"/>
              </w:rPr>
              <w:t>.</w:t>
            </w:r>
          </w:p>
          <w:p w:rsidR="00F863B6" w:rsidRDefault="00F863B6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4"/>
                <w:szCs w:val="34"/>
              </w:rPr>
            </w:pPr>
          </w:p>
          <w:p w:rsidR="00F863B6" w:rsidRDefault="00F863B6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4"/>
                <w:szCs w:val="34"/>
              </w:rPr>
            </w:pPr>
          </w:p>
          <w:p w:rsidR="00F863B6" w:rsidRDefault="00F863B6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4"/>
                <w:szCs w:val="34"/>
              </w:rPr>
            </w:pPr>
          </w:p>
          <w:p w:rsidR="00F863B6" w:rsidRDefault="00F863B6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4"/>
                <w:szCs w:val="34"/>
              </w:rPr>
            </w:pPr>
          </w:p>
          <w:p w:rsidR="00F863B6" w:rsidRDefault="00F863B6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4"/>
                <w:szCs w:val="34"/>
              </w:rPr>
            </w:pPr>
          </w:p>
          <w:p w:rsidR="00F863B6" w:rsidRDefault="00F863B6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4"/>
                <w:szCs w:val="34"/>
              </w:rPr>
            </w:pPr>
          </w:p>
          <w:p w:rsidR="00CF19F6" w:rsidRPr="00F863B6" w:rsidRDefault="00CF19F6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4"/>
                <w:szCs w:val="34"/>
              </w:rPr>
            </w:pPr>
          </w:p>
          <w:p w:rsidR="00AA2C45" w:rsidRDefault="00AA2C45" w:rsidP="007047DB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7850" w:rsidRPr="00CF7850" w:rsidRDefault="000359E8" w:rsidP="007047DB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</w:t>
            </w:r>
            <w:r w:rsidR="00B55468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7</w:t>
            </w:r>
          </w:p>
        </w:tc>
        <w:tc>
          <w:tcPr>
            <w:tcW w:w="8658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F375AD" w:rsidRPr="0077056E" w:rsidRDefault="006E0945" w:rsidP="00F375AD">
            <w:pPr>
              <w:rPr>
                <w:rFonts w:ascii="Times New Roman" w:hAnsi="Times New Roman"/>
                <w:sz w:val="32"/>
                <w:szCs w:val="32"/>
              </w:rPr>
            </w:pPr>
            <w:r w:rsidRPr="0077056E">
              <w:rPr>
                <w:rFonts w:ascii="Times New Roman" w:hAnsi="Times New Roman"/>
                <w:sz w:val="32"/>
                <w:szCs w:val="32"/>
              </w:rPr>
              <w:lastRenderedPageBreak/>
              <w:t>Welcome to Armstrong Middle School</w:t>
            </w:r>
            <w:r w:rsidR="0077056E" w:rsidRPr="0077056E">
              <w:rPr>
                <w:rFonts w:ascii="Times New Roman" w:hAnsi="Times New Roman"/>
                <w:sz w:val="32"/>
                <w:szCs w:val="32"/>
              </w:rPr>
              <w:t>’s</w:t>
            </w:r>
            <w:r w:rsidR="00C64FE1" w:rsidRPr="0077056E">
              <w:rPr>
                <w:rFonts w:ascii="Times New Roman" w:hAnsi="Times New Roman"/>
                <w:sz w:val="32"/>
                <w:szCs w:val="32"/>
              </w:rPr>
              <w:t xml:space="preserve"> Open House</w:t>
            </w:r>
            <w:r w:rsidR="00214E98" w:rsidRPr="0077056E">
              <w:rPr>
                <w:rFonts w:ascii="Times New Roman" w:hAnsi="Times New Roman"/>
                <w:sz w:val="32"/>
                <w:szCs w:val="32"/>
              </w:rPr>
              <w:t xml:space="preserve"> 2017</w:t>
            </w:r>
            <w:r w:rsidRPr="0077056E">
              <w:rPr>
                <w:rFonts w:ascii="Times New Roman" w:hAnsi="Times New Roman"/>
                <w:sz w:val="32"/>
                <w:szCs w:val="32"/>
              </w:rPr>
              <w:t>!</w:t>
            </w:r>
          </w:p>
          <w:p w:rsidR="006E0945" w:rsidRDefault="006E0945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52FC" w:rsidRDefault="008C52FC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B6D1B" w:rsidRDefault="006E0945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Hello</w:t>
            </w:r>
            <w:r w:rsidR="003D62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75AD" w:rsidRPr="00000F9F">
              <w:rPr>
                <w:rFonts w:ascii="Times New Roman" w:hAnsi="Times New Roman"/>
                <w:sz w:val="28"/>
                <w:szCs w:val="28"/>
              </w:rPr>
              <w:t>Parents and Guardians,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110010" w:rsidRDefault="00110010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375AD" w:rsidRPr="00000F9F" w:rsidRDefault="00110010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 your child’s school counselor, t</w:t>
            </w:r>
            <w:r w:rsidRPr="00110010">
              <w:rPr>
                <w:rFonts w:ascii="Times New Roman" w:hAnsi="Times New Roman"/>
                <w:sz w:val="28"/>
                <w:szCs w:val="28"/>
              </w:rPr>
              <w:t xml:space="preserve">wo of my primary goals include assisting your child in successfully completing </w:t>
            </w:r>
            <w:r w:rsidR="00CD7464">
              <w:rPr>
                <w:rFonts w:ascii="Times New Roman" w:hAnsi="Times New Roman"/>
                <w:sz w:val="28"/>
                <w:szCs w:val="28"/>
              </w:rPr>
              <w:t>his/her</w:t>
            </w:r>
            <w:r w:rsidR="003E4596">
              <w:rPr>
                <w:rFonts w:ascii="Times New Roman" w:hAnsi="Times New Roman"/>
                <w:sz w:val="28"/>
                <w:szCs w:val="28"/>
              </w:rPr>
              <w:t xml:space="preserve"> middle </w:t>
            </w:r>
            <w:r w:rsidR="00CD7464">
              <w:rPr>
                <w:rFonts w:ascii="Times New Roman" w:hAnsi="Times New Roman"/>
                <w:sz w:val="28"/>
                <w:szCs w:val="28"/>
              </w:rPr>
              <w:t>school year</w:t>
            </w:r>
            <w:r w:rsidR="003E4596">
              <w:rPr>
                <w:rFonts w:ascii="Times New Roman" w:hAnsi="Times New Roman"/>
                <w:sz w:val="28"/>
                <w:szCs w:val="28"/>
              </w:rPr>
              <w:t>s</w:t>
            </w:r>
            <w:r w:rsidRPr="00110010">
              <w:rPr>
                <w:rFonts w:ascii="Times New Roman" w:hAnsi="Times New Roman"/>
                <w:sz w:val="28"/>
                <w:szCs w:val="28"/>
              </w:rPr>
              <w:t xml:space="preserve"> while also helping him/her prepare for the transition to high school.  Throughout the school year, I will be meeting with your child and will keep you informed </w:t>
            </w:r>
            <w:r w:rsidRPr="00076A10">
              <w:rPr>
                <w:rFonts w:ascii="Times New Roman" w:hAnsi="Times New Roman"/>
                <w:sz w:val="28"/>
                <w:szCs w:val="28"/>
              </w:rPr>
              <w:t xml:space="preserve">regarding </w:t>
            </w:r>
            <w:r w:rsidR="00076A10" w:rsidRPr="00076A10">
              <w:rPr>
                <w:rFonts w:ascii="Times New Roman" w:hAnsi="Times New Roman"/>
                <w:sz w:val="28"/>
                <w:szCs w:val="28"/>
              </w:rPr>
              <w:t xml:space="preserve">guidance related issues </w:t>
            </w:r>
            <w:r w:rsidRPr="00076A10">
              <w:rPr>
                <w:rFonts w:ascii="Times New Roman" w:hAnsi="Times New Roman"/>
                <w:sz w:val="28"/>
                <w:szCs w:val="28"/>
              </w:rPr>
              <w:t>or</w:t>
            </w:r>
            <w:r w:rsidRPr="00110010">
              <w:rPr>
                <w:rFonts w:ascii="Times New Roman" w:hAnsi="Times New Roman"/>
                <w:sz w:val="28"/>
                <w:szCs w:val="28"/>
              </w:rPr>
              <w:t xml:space="preserve"> actions on your part.  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F375AD" w:rsidRPr="00000F9F" w:rsidRDefault="00F375AD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4FE1" w:rsidRDefault="00F375AD" w:rsidP="00F375AD">
            <w:r w:rsidRPr="00000F9F">
              <w:rPr>
                <w:rFonts w:ascii="Times New Roman" w:hAnsi="Times New Roman"/>
                <w:sz w:val="28"/>
                <w:szCs w:val="28"/>
              </w:rPr>
              <w:t xml:space="preserve">It is </w:t>
            </w:r>
            <w:r w:rsidR="00A2792B" w:rsidRPr="00000F9F">
              <w:rPr>
                <w:rFonts w:ascii="Times New Roman" w:hAnsi="Times New Roman"/>
                <w:sz w:val="28"/>
                <w:szCs w:val="28"/>
              </w:rPr>
              <w:t>my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pleasure to introduce </w:t>
            </w:r>
            <w:r w:rsidR="00590199">
              <w:rPr>
                <w:rFonts w:ascii="Times New Roman" w:hAnsi="Times New Roman"/>
                <w:sz w:val="28"/>
                <w:szCs w:val="28"/>
              </w:rPr>
              <w:t xml:space="preserve">to 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>you</w:t>
            </w:r>
            <w:r w:rsidR="00BB07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5BAE">
              <w:rPr>
                <w:rFonts w:ascii="Times New Roman" w:hAnsi="Times New Roman"/>
                <w:sz w:val="28"/>
                <w:szCs w:val="28"/>
              </w:rPr>
              <w:t xml:space="preserve">this </w:t>
            </w:r>
            <w:r w:rsidR="00B336DD">
              <w:rPr>
                <w:rFonts w:ascii="Times New Roman" w:hAnsi="Times New Roman"/>
                <w:b/>
                <w:i/>
                <w:sz w:val="28"/>
                <w:szCs w:val="28"/>
              </w:rPr>
              <w:t>newsletter, G</w:t>
            </w:r>
            <w:r w:rsidR="00BB0710" w:rsidRPr="00000F9F">
              <w:rPr>
                <w:rFonts w:ascii="Times New Roman" w:hAnsi="Times New Roman"/>
                <w:b/>
                <w:i/>
                <w:sz w:val="28"/>
                <w:szCs w:val="28"/>
              </w:rPr>
              <w:t>uidance News That You Can Use</w:t>
            </w:r>
            <w:r w:rsidR="005262A1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61785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</w:t>
            </w:r>
            <w:r w:rsidR="0061785C" w:rsidRPr="005262A1">
              <w:rPr>
                <w:rFonts w:ascii="Times New Roman" w:hAnsi="Times New Roman"/>
                <w:sz w:val="28"/>
                <w:szCs w:val="28"/>
              </w:rPr>
              <w:t>The</w:t>
            </w:r>
            <w:r w:rsidR="0061785C" w:rsidRPr="000746C2">
              <w:rPr>
                <w:rFonts w:ascii="Times New Roman" w:hAnsi="Times New Roman"/>
                <w:sz w:val="28"/>
                <w:szCs w:val="28"/>
              </w:rPr>
              <w:t xml:space="preserve"> purpose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 of the newsletter</w:t>
            </w:r>
            <w:r w:rsidR="0061785C" w:rsidRPr="000746C2">
              <w:rPr>
                <w:rFonts w:ascii="Times New Roman" w:hAnsi="Times New Roman"/>
                <w:sz w:val="28"/>
                <w:szCs w:val="28"/>
              </w:rPr>
              <w:t xml:space="preserve"> is to</w:t>
            </w:r>
            <w:r w:rsidR="0061785C">
              <w:rPr>
                <w:rFonts w:ascii="Times New Roman" w:hAnsi="Times New Roman"/>
                <w:sz w:val="24"/>
              </w:rPr>
              <w:t xml:space="preserve"> </w:t>
            </w:r>
            <w:r w:rsidR="0061785C" w:rsidRPr="00000F9F">
              <w:rPr>
                <w:rFonts w:ascii="Times New Roman" w:hAnsi="Times New Roman"/>
                <w:sz w:val="28"/>
                <w:szCs w:val="28"/>
              </w:rPr>
              <w:t xml:space="preserve">feature available resources on </w:t>
            </w:r>
            <w:r w:rsidR="003E4596">
              <w:rPr>
                <w:rFonts w:ascii="Times New Roman" w:hAnsi="Times New Roman"/>
                <w:sz w:val="28"/>
                <w:szCs w:val="28"/>
              </w:rPr>
              <w:t xml:space="preserve">Miss Jones’ </w:t>
            </w:r>
            <w:r w:rsidR="003E4596" w:rsidRPr="00F7522E">
              <w:rPr>
                <w:rFonts w:ascii="Times New Roman" w:hAnsi="Times New Roman"/>
                <w:sz w:val="28"/>
                <w:szCs w:val="28"/>
              </w:rPr>
              <w:t xml:space="preserve">Guidance Department webpage </w:t>
            </w:r>
            <w:r w:rsidR="003E4596" w:rsidRPr="00F7522E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="003E4596"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14" w:history="1">
              <w:r w:rsidR="00F95C2C" w:rsidRPr="005529AE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http://bit.ly/2ht66WQ</w:t>
              </w:r>
            </w:hyperlink>
            <w:r w:rsidR="00F95C2C" w:rsidRPr="005529AE">
              <w:rPr>
                <w:rFonts w:ascii="Times New Roman" w:hAnsi="Times New Roman"/>
                <w:sz w:val="28"/>
                <w:szCs w:val="28"/>
              </w:rPr>
              <w:t>.</w:t>
            </w:r>
            <w:r w:rsidR="00F95C2C">
              <w:rPr>
                <w:rFonts w:ascii="Times New Roman" w:hAnsi="Times New Roman"/>
                <w:sz w:val="24"/>
              </w:rPr>
              <w:t xml:space="preserve">  </w:t>
            </w:r>
            <w:r w:rsidR="0061785C" w:rsidRPr="0061785C">
              <w:rPr>
                <w:rFonts w:ascii="Times New Roman" w:hAnsi="Times New Roman"/>
                <w:sz w:val="28"/>
                <w:szCs w:val="28"/>
              </w:rPr>
              <w:t xml:space="preserve">All editions of the </w:t>
            </w:r>
            <w:r w:rsidR="0061785C" w:rsidRPr="00492128">
              <w:rPr>
                <w:rFonts w:ascii="Times New Roman" w:hAnsi="Times New Roman"/>
                <w:b/>
                <w:i/>
                <w:sz w:val="28"/>
                <w:szCs w:val="28"/>
              </w:rPr>
              <w:t>newsletter</w:t>
            </w:r>
            <w:r w:rsidR="0061785C" w:rsidRPr="0061785C">
              <w:rPr>
                <w:rFonts w:ascii="Times New Roman" w:hAnsi="Times New Roman"/>
                <w:sz w:val="28"/>
                <w:szCs w:val="28"/>
              </w:rPr>
              <w:t xml:space="preserve"> can be</w:t>
            </w:r>
            <w:r w:rsidR="005262A1" w:rsidRPr="005262A1">
              <w:rPr>
                <w:rFonts w:ascii="Times New Roman" w:hAnsi="Times New Roman"/>
                <w:sz w:val="28"/>
                <w:szCs w:val="28"/>
              </w:rPr>
              <w:t xml:space="preserve"> found at this link:</w:t>
            </w:r>
            <w:r w:rsidR="000746C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hyperlink r:id="rId15" w:history="1">
              <w:r w:rsidR="00F95C2C" w:rsidRPr="00F95C2C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http://bit.ly/2pej2Yw</w:t>
              </w:r>
            </w:hyperlink>
            <w:r w:rsidR="00F95C2C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  <w:r w:rsidR="005669A8">
              <w:t xml:space="preserve"> </w:t>
            </w:r>
          </w:p>
          <w:p w:rsidR="005669A8" w:rsidRDefault="005669A8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4FE1" w:rsidRDefault="007348E4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Within this newsletter, you will find the following:</w:t>
            </w:r>
          </w:p>
          <w:p w:rsidR="00C64FE1" w:rsidRDefault="00F13081" w:rsidP="00C64FE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73EA3">
              <w:rPr>
                <w:rFonts w:ascii="Times New Roman" w:hAnsi="Times New Roman"/>
                <w:b/>
                <w:sz w:val="28"/>
                <w:szCs w:val="28"/>
              </w:rPr>
              <w:t xml:space="preserve">.  </w:t>
            </w:r>
            <w:r w:rsidR="00C64FE1" w:rsidRPr="00695E04">
              <w:rPr>
                <w:rFonts w:ascii="Times New Roman" w:hAnsi="Times New Roman"/>
                <w:b/>
                <w:i/>
                <w:sz w:val="28"/>
                <w:szCs w:val="28"/>
              </w:rPr>
              <w:t>Parents</w:t>
            </w:r>
            <w:r w:rsidR="00B569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and</w:t>
            </w:r>
            <w:r w:rsidR="007604F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C64FE1" w:rsidRPr="00BE6E15">
              <w:rPr>
                <w:rFonts w:ascii="Times New Roman" w:hAnsi="Times New Roman"/>
                <w:b/>
                <w:i/>
                <w:sz w:val="28"/>
                <w:szCs w:val="28"/>
              </w:rPr>
              <w:t>Guardians</w:t>
            </w:r>
            <w:r w:rsidR="00B569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A0640C">
              <w:rPr>
                <w:rFonts w:ascii="Times New Roman" w:hAnsi="Times New Roman"/>
                <w:b/>
                <w:i/>
                <w:sz w:val="28"/>
                <w:szCs w:val="28"/>
              </w:rPr>
              <w:t>Action Items</w:t>
            </w:r>
          </w:p>
          <w:p w:rsidR="00812E43" w:rsidRDefault="00812E43" w:rsidP="00C64FE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2.  </w:t>
            </w:r>
            <w:r w:rsidRPr="007348E4">
              <w:rPr>
                <w:rFonts w:ascii="Times New Roman" w:hAnsi="Times New Roman"/>
                <w:b/>
                <w:i/>
                <w:sz w:val="28"/>
                <w:szCs w:val="28"/>
              </w:rPr>
              <w:t>Parents and Guardians Survivors’ Guide</w:t>
            </w:r>
          </w:p>
          <w:p w:rsidR="0008794F" w:rsidRPr="0008794F" w:rsidRDefault="00812E43" w:rsidP="0008794F">
            <w:pPr>
              <w:shd w:val="clear" w:color="auto" w:fill="FFFFFF"/>
              <w:ind w:right="465"/>
              <w:rPr>
                <w:rFonts w:ascii="Times New Roman" w:hAnsi="Times New Roman"/>
                <w:b/>
                <w:bCs/>
                <w:i/>
                <w:color w:val="555555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3.  </w:t>
            </w:r>
            <w:r w:rsidR="0008794F" w:rsidRPr="0008794F">
              <w:rPr>
                <w:rFonts w:ascii="Times New Roman" w:hAnsi="Times New Roman"/>
                <w:b/>
                <w:bCs/>
                <w:i/>
                <w:color w:val="222222"/>
                <w:sz w:val="28"/>
                <w:szCs w:val="28"/>
              </w:rPr>
              <w:t>Armstrong Open House Exhibitor</w:t>
            </w:r>
            <w:r w:rsidR="003C5497">
              <w:rPr>
                <w:rFonts w:ascii="Times New Roman" w:hAnsi="Times New Roman"/>
                <w:b/>
                <w:bCs/>
                <w:i/>
                <w:color w:val="222222"/>
                <w:sz w:val="28"/>
                <w:szCs w:val="28"/>
              </w:rPr>
              <w:t>s’</w:t>
            </w:r>
            <w:r w:rsidR="0008794F" w:rsidRPr="0008794F">
              <w:rPr>
                <w:rFonts w:ascii="Times New Roman" w:hAnsi="Times New Roman"/>
                <w:b/>
                <w:bCs/>
                <w:i/>
                <w:color w:val="222222"/>
                <w:sz w:val="28"/>
                <w:szCs w:val="28"/>
              </w:rPr>
              <w:t xml:space="preserve"> Listing 2017 - 2018</w:t>
            </w:r>
          </w:p>
          <w:p w:rsidR="00695E04" w:rsidRDefault="00695E04" w:rsidP="00B45CE7">
            <w:pPr>
              <w:pStyle w:val="NoSpacing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01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22F3" w:rsidRPr="00000F9F" w:rsidRDefault="006A4495" w:rsidP="002822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When </w:t>
            </w:r>
            <w:r w:rsidR="00E95CA7" w:rsidRPr="00000F9F">
              <w:rPr>
                <w:rFonts w:ascii="Times New Roman" w:hAnsi="Times New Roman"/>
                <w:sz w:val="28"/>
                <w:szCs w:val="28"/>
              </w:rPr>
              <w:t xml:space="preserve">you have any questions, please contact 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me at </w:t>
            </w:r>
            <w:r w:rsidR="00B20486">
              <w:rPr>
                <w:rFonts w:ascii="Times New Roman" w:hAnsi="Times New Roman"/>
                <w:sz w:val="28"/>
                <w:szCs w:val="28"/>
              </w:rPr>
              <w:t>267</w:t>
            </w:r>
            <w:r w:rsidR="00FE154A">
              <w:rPr>
                <w:rFonts w:ascii="Times New Roman" w:hAnsi="Times New Roman"/>
                <w:sz w:val="28"/>
                <w:szCs w:val="28"/>
              </w:rPr>
              <w:t>.</w:t>
            </w:r>
            <w:r w:rsidR="00B20486">
              <w:rPr>
                <w:rFonts w:ascii="Times New Roman" w:hAnsi="Times New Roman"/>
                <w:sz w:val="28"/>
                <w:szCs w:val="28"/>
              </w:rPr>
              <w:t>599</w:t>
            </w:r>
            <w:r w:rsidR="00FE154A">
              <w:rPr>
                <w:rFonts w:ascii="Times New Roman" w:hAnsi="Times New Roman"/>
                <w:sz w:val="28"/>
                <w:szCs w:val="28"/>
              </w:rPr>
              <w:t>.</w:t>
            </w:r>
            <w:r w:rsidR="00B20486">
              <w:rPr>
                <w:rFonts w:ascii="Times New Roman" w:hAnsi="Times New Roman"/>
                <w:sz w:val="28"/>
                <w:szCs w:val="28"/>
              </w:rPr>
              <w:t>2274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 or </w:t>
            </w:r>
            <w:hyperlink r:id="rId16" w:history="1">
              <w:r w:rsidR="002822F3" w:rsidRPr="005529AE">
                <w:rPr>
                  <w:rStyle w:val="Hyperlink"/>
                  <w:rFonts w:ascii="Times New Roman" w:hAnsi="Times New Roman"/>
                  <w:sz w:val="28"/>
                  <w:szCs w:val="28"/>
                  <w:shd w:val="clear" w:color="auto" w:fill="FFFFFF"/>
                </w:rPr>
                <w:t>karla.jones@bristoltwpsd.org</w:t>
              </w:r>
            </w:hyperlink>
            <w:r w:rsidR="002822F3" w:rsidRPr="005529AE">
              <w:rPr>
                <w:rStyle w:val="Hyperlink"/>
                <w:rFonts w:ascii="Times New Roman" w:hAnsi="Times New Roman"/>
                <w:sz w:val="28"/>
                <w:szCs w:val="28"/>
                <w:u w:val="none"/>
                <w:shd w:val="clear" w:color="auto" w:fill="FFFFFF"/>
              </w:rPr>
              <w:t>.</w:t>
            </w:r>
            <w:r w:rsidR="002822F3" w:rsidRPr="00000F9F">
              <w:rPr>
                <w:rStyle w:val="Hyperlink"/>
                <w:rFonts w:ascii="Times New Roman" w:hAnsi="Times New Roman"/>
                <w:sz w:val="28"/>
                <w:szCs w:val="28"/>
                <w:u w:val="none"/>
                <w:shd w:val="clear" w:color="auto" w:fill="FFFFFF"/>
              </w:rPr>
              <w:t xml:space="preserve">   </w:t>
            </w:r>
            <w:r w:rsidR="002822F3" w:rsidRPr="00000F9F">
              <w:rPr>
                <w:rStyle w:val="Hyperlink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My very best to you and your child for a successful and enjoyable school year.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E95CA7" w:rsidRPr="00000F9F" w:rsidRDefault="002822F3" w:rsidP="00AD5F24">
            <w:pPr>
              <w:pStyle w:val="Date"/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hyperlink r:id="rId17" w:history="1"/>
            <w:r w:rsidRPr="00000F9F">
              <w:rPr>
                <w:rStyle w:val="Hyperlink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F5390" w:rsidRDefault="00E95CA7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>Sincerely,</w:t>
            </w:r>
          </w:p>
          <w:p w:rsidR="000A7438" w:rsidRPr="00000F9F" w:rsidRDefault="00432BF4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B3E88" w:rsidRPr="00BF5390" w:rsidRDefault="00BF5390" w:rsidP="00F375AD">
            <w:pPr>
              <w:rPr>
                <w:rFonts w:ascii="Lucida Calligraphy" w:hAnsi="Lucida Calligraphy"/>
                <w:b/>
                <w:sz w:val="24"/>
              </w:rPr>
            </w:pPr>
            <w:r w:rsidRPr="00BF5390">
              <w:rPr>
                <w:rFonts w:ascii="Lucida Calligraphy" w:hAnsi="Lucida Calligraphy"/>
                <w:b/>
                <w:sz w:val="24"/>
              </w:rPr>
              <w:t>Karla Davis Jones</w:t>
            </w:r>
          </w:p>
          <w:p w:rsidR="008C52FC" w:rsidRDefault="008C52FC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95CA7" w:rsidRPr="00000F9F" w:rsidRDefault="00E95CA7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Karla Davis Jones                           </w:t>
            </w:r>
            <w:r w:rsidR="00377730" w:rsidRPr="00000F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15F30"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7730" w:rsidRPr="00000F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C75A5"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8F5" w:rsidRDefault="00081F0E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>Eighth</w:t>
            </w:r>
            <w:r w:rsidR="00E95CA7" w:rsidRPr="00000F9F">
              <w:rPr>
                <w:rFonts w:ascii="Times New Roman" w:hAnsi="Times New Roman"/>
                <w:sz w:val="28"/>
                <w:szCs w:val="28"/>
              </w:rPr>
              <w:t xml:space="preserve"> Grade School Counselor   </w:t>
            </w:r>
          </w:p>
          <w:p w:rsidR="005A42D5" w:rsidRDefault="005A42D5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300ED" w:rsidRDefault="00734BA9" w:rsidP="00812E43">
            <w:pPr>
              <w:rPr>
                <w:rFonts w:ascii="Times New Roman" w:hAnsi="Times New Roman"/>
                <w:sz w:val="36"/>
                <w:szCs w:val="36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C83168" w:rsidRDefault="00C83168" w:rsidP="006A726F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C83168" w:rsidRDefault="00C83168" w:rsidP="006A726F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C27DF" w:rsidRPr="00F43669" w:rsidRDefault="00636831" w:rsidP="00F43669">
            <w:pPr>
              <w:jc w:val="center"/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</w:pPr>
            <w:r w:rsidRPr="00572ACD">
              <w:rPr>
                <w:rFonts w:ascii="Times New Roman" w:hAnsi="Times New Roman"/>
                <w:sz w:val="36"/>
                <w:szCs w:val="36"/>
              </w:rPr>
              <w:t>Parents</w:t>
            </w:r>
            <w:r w:rsidR="0030404A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6A726F">
              <w:rPr>
                <w:rFonts w:ascii="Times New Roman" w:hAnsi="Times New Roman"/>
                <w:sz w:val="36"/>
                <w:szCs w:val="36"/>
              </w:rPr>
              <w:t xml:space="preserve">and </w:t>
            </w:r>
            <w:r w:rsidRPr="00572ACD">
              <w:rPr>
                <w:rFonts w:ascii="Times New Roman" w:hAnsi="Times New Roman"/>
                <w:sz w:val="36"/>
                <w:szCs w:val="36"/>
              </w:rPr>
              <w:t xml:space="preserve">Guardians </w:t>
            </w:r>
            <w:r w:rsidR="00A0640C" w:rsidRPr="00572ACD">
              <w:rPr>
                <w:rFonts w:ascii="Times New Roman" w:hAnsi="Times New Roman"/>
                <w:sz w:val="36"/>
                <w:szCs w:val="36"/>
              </w:rPr>
              <w:t>Action Items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 w:rsidR="00A0640C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t xml:space="preserve"> </w:t>
            </w:r>
            <w:r w:rsidR="00007121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drawing>
                <wp:inline distT="0" distB="0" distL="0" distR="0" wp14:anchorId="7050B58F" wp14:editId="63522E67">
                  <wp:extent cx="284389" cy="209550"/>
                  <wp:effectExtent l="0" t="0" r="1905" b="0"/>
                  <wp:docPr id="1" name="Picture 1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89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6695C" w:rsidRPr="00F43669">
              <w:rPr>
                <w:rFonts w:ascii="Times New Roman" w:hAnsi="Times New Roman"/>
                <w:b/>
                <w:sz w:val="32"/>
                <w:szCs w:val="32"/>
              </w:rPr>
              <w:t xml:space="preserve">               </w:t>
            </w:r>
          </w:p>
          <w:p w:rsidR="00C50288" w:rsidRDefault="00C50288" w:rsidP="00C50288">
            <w:pPr>
              <w:pStyle w:val="ListParagraph"/>
              <w:ind w:left="1440"/>
              <w:rPr>
                <w:rFonts w:ascii="Times New Roman" w:hAnsi="Times New Roman"/>
                <w:sz w:val="24"/>
              </w:rPr>
            </w:pPr>
          </w:p>
          <w:p w:rsidR="00C83168" w:rsidRDefault="00C83168" w:rsidP="00C50288">
            <w:pPr>
              <w:pStyle w:val="ListParagraph"/>
              <w:ind w:left="1440"/>
              <w:rPr>
                <w:rFonts w:ascii="Times New Roman" w:hAnsi="Times New Roman"/>
                <w:sz w:val="24"/>
              </w:rPr>
            </w:pPr>
          </w:p>
          <w:p w:rsidR="006C27DF" w:rsidRPr="008739C2" w:rsidRDefault="00060AC5" w:rsidP="00C50288">
            <w:pPr>
              <w:pStyle w:val="ListParagraph"/>
              <w:ind w:left="1440"/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62CAFE35" wp14:editId="20871A76">
                  <wp:simplePos x="0" y="0"/>
                  <wp:positionH relativeFrom="column">
                    <wp:posOffset>633730</wp:posOffset>
                  </wp:positionH>
                  <wp:positionV relativeFrom="paragraph">
                    <wp:posOffset>258445</wp:posOffset>
                  </wp:positionV>
                  <wp:extent cx="858520" cy="625475"/>
                  <wp:effectExtent l="0" t="0" r="0" b="3175"/>
                  <wp:wrapTight wrapText="bothSides">
                    <wp:wrapPolygon edited="0">
                      <wp:start x="0" y="0"/>
                      <wp:lineTo x="0" y="21052"/>
                      <wp:lineTo x="21089" y="21052"/>
                      <wp:lineTo x="21089" y="0"/>
                      <wp:lineTo x="0" y="0"/>
                    </wp:wrapPolygon>
                  </wp:wrapTight>
                  <wp:docPr id="3" name="Picture 3" descr="C:\Users\Karla\Desktop\iCampus Screen Shot 9320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C:\Users\Karla\Desktop\iCampus Screen Shot 932017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8520" cy="62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44434" w:rsidRDefault="00EF1942" w:rsidP="00C85797">
            <w:pPr>
              <w:ind w:left="360"/>
              <w:rPr>
                <w:rFonts w:ascii="Times New Roman" w:hAnsi="Times New Roman"/>
                <w:sz w:val="24"/>
              </w:rPr>
            </w:pPr>
            <w:r>
              <w:pict>
                <v:shape id="_x0000_i1026" type="#_x0000_t75" style="width:22.55pt;height:16.3pt;visibility:visible;mso-wrap-style:square" o:bullet="t">
                  <v:imagedata r:id="rId20" o:title="large-right-check-166"/>
                </v:shape>
              </w:pict>
            </w:r>
            <w:r w:rsidR="00B92EAE">
              <w:rPr>
                <w:rFonts w:ascii="Times New Roman" w:hAnsi="Times New Roman"/>
                <w:b/>
                <w:sz w:val="32"/>
                <w:szCs w:val="32"/>
              </w:rPr>
              <w:t xml:space="preserve">         </w:t>
            </w:r>
            <w:r w:rsidR="00A83B6F" w:rsidRPr="00060AC5">
              <w:rPr>
                <w:rFonts w:ascii="Times New Roman" w:hAnsi="Times New Roman"/>
                <w:b/>
                <w:sz w:val="32"/>
                <w:szCs w:val="32"/>
              </w:rPr>
              <w:t>C</w:t>
            </w:r>
            <w:r w:rsidR="00380615" w:rsidRPr="00060AC5">
              <w:rPr>
                <w:rFonts w:ascii="Times New Roman" w:hAnsi="Times New Roman"/>
                <w:b/>
                <w:sz w:val="32"/>
                <w:szCs w:val="32"/>
              </w:rPr>
              <w:t>heck</w:t>
            </w:r>
            <w:r w:rsidR="00380615" w:rsidRPr="00C51801">
              <w:rPr>
                <w:rFonts w:ascii="Times New Roman" w:hAnsi="Times New Roman"/>
                <w:sz w:val="24"/>
              </w:rPr>
              <w:t xml:space="preserve"> your </w:t>
            </w:r>
            <w:proofErr w:type="spellStart"/>
            <w:r w:rsidR="00380615" w:rsidRPr="00C51801">
              <w:rPr>
                <w:rFonts w:ascii="Times New Roman" w:hAnsi="Times New Roman"/>
                <w:b/>
                <w:i/>
                <w:sz w:val="24"/>
              </w:rPr>
              <w:t>iCampu</w:t>
            </w:r>
            <w:r w:rsidR="00380615" w:rsidRPr="00C51801">
              <w:rPr>
                <w:rFonts w:ascii="Times New Roman" w:hAnsi="Times New Roman"/>
                <w:b/>
                <w:sz w:val="24"/>
              </w:rPr>
              <w:t>s</w:t>
            </w:r>
            <w:proofErr w:type="spellEnd"/>
            <w:r w:rsidR="00380615" w:rsidRPr="00C51801">
              <w:rPr>
                <w:rFonts w:ascii="Times New Roman" w:hAnsi="Times New Roman"/>
                <w:sz w:val="24"/>
              </w:rPr>
              <w:t xml:space="preserve"> email account </w:t>
            </w:r>
            <w:r w:rsidR="00640070" w:rsidRPr="00C51801">
              <w:rPr>
                <w:rFonts w:ascii="Times New Roman" w:hAnsi="Times New Roman"/>
                <w:sz w:val="24"/>
              </w:rPr>
              <w:t>today and</w:t>
            </w:r>
            <w:r w:rsidR="00123DAE">
              <w:rPr>
                <w:rFonts w:ascii="Times New Roman" w:hAnsi="Times New Roman"/>
                <w:sz w:val="24"/>
              </w:rPr>
              <w:t xml:space="preserve"> frequently </w:t>
            </w:r>
            <w:r w:rsidR="00640070" w:rsidRPr="00C51801">
              <w:rPr>
                <w:rFonts w:ascii="Times New Roman" w:hAnsi="Times New Roman"/>
                <w:sz w:val="24"/>
              </w:rPr>
              <w:t>for</w:t>
            </w:r>
            <w:r w:rsidR="00380615" w:rsidRPr="00C51801">
              <w:rPr>
                <w:rFonts w:ascii="Times New Roman" w:hAnsi="Times New Roman"/>
                <w:sz w:val="24"/>
              </w:rPr>
              <w:t xml:space="preserve"> email</w:t>
            </w:r>
            <w:r w:rsidR="00640070" w:rsidRPr="00C51801">
              <w:rPr>
                <w:rFonts w:ascii="Times New Roman" w:hAnsi="Times New Roman"/>
                <w:sz w:val="24"/>
              </w:rPr>
              <w:t>s</w:t>
            </w:r>
            <w:r w:rsidR="00380615" w:rsidRPr="00C51801">
              <w:rPr>
                <w:rFonts w:ascii="Times New Roman" w:hAnsi="Times New Roman"/>
                <w:sz w:val="24"/>
              </w:rPr>
              <w:t xml:space="preserve"> from Miss Jones</w:t>
            </w:r>
            <w:r w:rsidR="00076A10" w:rsidRPr="00C51801">
              <w:rPr>
                <w:rFonts w:ascii="Times New Roman" w:hAnsi="Times New Roman"/>
                <w:sz w:val="24"/>
              </w:rPr>
              <w:t xml:space="preserve"> regarding</w:t>
            </w:r>
            <w:r w:rsidR="000A04C8" w:rsidRPr="00C51801">
              <w:rPr>
                <w:rFonts w:ascii="Times New Roman" w:hAnsi="Times New Roman"/>
                <w:sz w:val="24"/>
              </w:rPr>
              <w:t xml:space="preserve"> </w:t>
            </w:r>
            <w:r w:rsidR="00A64547" w:rsidRPr="00C51801">
              <w:rPr>
                <w:rFonts w:ascii="Times New Roman" w:hAnsi="Times New Roman"/>
                <w:sz w:val="24"/>
              </w:rPr>
              <w:t>guidance</w:t>
            </w:r>
            <w:r w:rsidR="00A64547">
              <w:rPr>
                <w:rFonts w:ascii="Times New Roman" w:hAnsi="Times New Roman"/>
                <w:sz w:val="24"/>
              </w:rPr>
              <w:t xml:space="preserve"> related</w:t>
            </w:r>
            <w:r w:rsidR="00452863">
              <w:rPr>
                <w:rFonts w:ascii="Times New Roman" w:hAnsi="Times New Roman"/>
                <w:sz w:val="24"/>
              </w:rPr>
              <w:t xml:space="preserve"> </w:t>
            </w:r>
            <w:r w:rsidR="000A04C8" w:rsidRPr="00C51801">
              <w:rPr>
                <w:rFonts w:ascii="Times New Roman" w:hAnsi="Times New Roman"/>
                <w:sz w:val="24"/>
              </w:rPr>
              <w:t>issues</w:t>
            </w:r>
            <w:r w:rsidR="00076A10" w:rsidRPr="00C51801">
              <w:rPr>
                <w:rFonts w:ascii="Times New Roman" w:hAnsi="Times New Roman"/>
                <w:sz w:val="24"/>
              </w:rPr>
              <w:t xml:space="preserve"> or</w:t>
            </w:r>
            <w:r w:rsidR="00123DAE">
              <w:rPr>
                <w:rFonts w:ascii="Times New Roman" w:hAnsi="Times New Roman"/>
                <w:sz w:val="24"/>
              </w:rPr>
              <w:t xml:space="preserve"> </w:t>
            </w:r>
            <w:r w:rsidR="00A64547">
              <w:rPr>
                <w:rFonts w:ascii="Times New Roman" w:hAnsi="Times New Roman"/>
                <w:sz w:val="24"/>
              </w:rPr>
              <w:t>action</w:t>
            </w:r>
            <w:r w:rsidR="00076A10" w:rsidRPr="00C85797">
              <w:rPr>
                <w:rFonts w:ascii="Times New Roman" w:hAnsi="Times New Roman"/>
                <w:sz w:val="24"/>
              </w:rPr>
              <w:t xml:space="preserve"> </w:t>
            </w:r>
            <w:r w:rsidR="00C51801" w:rsidRPr="00C85797">
              <w:rPr>
                <w:rFonts w:ascii="Times New Roman" w:hAnsi="Times New Roman"/>
                <w:sz w:val="24"/>
              </w:rPr>
              <w:t xml:space="preserve">required </w:t>
            </w:r>
            <w:r w:rsidR="00076A10" w:rsidRPr="00C85797">
              <w:rPr>
                <w:rFonts w:ascii="Times New Roman" w:hAnsi="Times New Roman"/>
                <w:sz w:val="24"/>
              </w:rPr>
              <w:t>on your part</w:t>
            </w:r>
            <w:r w:rsidR="00380615" w:rsidRPr="00C85797">
              <w:rPr>
                <w:rFonts w:ascii="Times New Roman" w:hAnsi="Times New Roman"/>
                <w:sz w:val="24"/>
              </w:rPr>
              <w:t>.</w:t>
            </w:r>
            <w:r w:rsidR="00C51801" w:rsidRPr="00C85797">
              <w:rPr>
                <w:rFonts w:ascii="Times New Roman" w:hAnsi="Times New Roman"/>
                <w:sz w:val="24"/>
              </w:rPr>
              <w:t xml:space="preserve">  </w:t>
            </w:r>
          </w:p>
          <w:p w:rsidR="00944434" w:rsidRDefault="00944434" w:rsidP="00C85797">
            <w:pPr>
              <w:ind w:left="360"/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         </w:t>
            </w:r>
            <w:r w:rsidR="00C51801" w:rsidRPr="00C8579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Please click</w:t>
            </w:r>
            <w:r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</w:t>
            </w:r>
            <w:r w:rsidR="00060AC5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on</w:t>
            </w:r>
            <w:r w:rsidR="00452863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</w:t>
            </w:r>
            <w:r w:rsidR="00C51801" w:rsidRPr="00C8579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this</w:t>
            </w:r>
            <w:r w:rsidR="00123DAE" w:rsidRPr="00C8579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</w:t>
            </w:r>
            <w:r w:rsidR="00C51801" w:rsidRPr="00C8579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link</w:t>
            </w:r>
            <w:r w:rsidR="00452863">
              <w:rPr>
                <w:rStyle w:val="Strong"/>
                <w:rFonts w:ascii="Times New Roman" w:hAnsi="Times New Roman"/>
                <w:bCs w:val="0"/>
                <w:color w:val="000000"/>
                <w:sz w:val="24"/>
              </w:rPr>
              <w:t xml:space="preserve"> </w:t>
            </w:r>
            <w:hyperlink r:id="rId21" w:history="1">
              <w:r w:rsidR="00C51801" w:rsidRPr="00C51801">
                <w:rPr>
                  <w:rStyle w:val="Hyperlink"/>
                  <w:rFonts w:ascii="Times New Roman" w:hAnsi="Times New Roman"/>
                  <w:sz w:val="24"/>
                </w:rPr>
                <w:t>http://bit.ly/2dHB1N8</w:t>
              </w:r>
            </w:hyperlink>
            <w:r w:rsidR="00C51801" w:rsidRPr="00C51801">
              <w:rPr>
                <w:rStyle w:val="Strong"/>
                <w:rFonts w:ascii="Times New Roman" w:hAnsi="Times New Roman"/>
                <w:bCs w:val="0"/>
                <w:color w:val="000000"/>
                <w:sz w:val="24"/>
              </w:rPr>
              <w:t xml:space="preserve"> </w:t>
            </w:r>
            <w:r w:rsidR="00C51801" w:rsidRPr="00C8579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for </w:t>
            </w:r>
            <w:proofErr w:type="spellStart"/>
            <w:r w:rsidR="00B92EAE" w:rsidRPr="00C8579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iCampus</w:t>
            </w:r>
            <w:proofErr w:type="spellEnd"/>
            <w:r w:rsidR="00B92EAE" w:rsidRPr="00C8579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login</w:t>
            </w:r>
            <w:r w:rsidR="00452863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</w:t>
            </w:r>
          </w:p>
          <w:p w:rsidR="00944434" w:rsidRDefault="00944434" w:rsidP="00C85797">
            <w:pPr>
              <w:ind w:left="360"/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         </w:t>
            </w:r>
            <w:proofErr w:type="gramStart"/>
            <w:r w:rsidR="00C51801" w:rsidRPr="00C8579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instructions</w:t>
            </w:r>
            <w:bookmarkStart w:id="0" w:name="Please_note_that_I_will_be_using_the_iCa"/>
            <w:bookmarkEnd w:id="0"/>
            <w:proofErr w:type="gramEnd"/>
            <w:r w:rsidR="005D453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for you and your child</w:t>
            </w:r>
            <w:r w:rsidR="00C85797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.</w:t>
            </w:r>
            <w:r w:rsidR="00452863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 Please note </w:t>
            </w:r>
            <w:r w:rsidR="00060AC5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</w:t>
            </w:r>
            <w:r w:rsidR="00452863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that  your child will also </w:t>
            </w:r>
          </w:p>
          <w:p w:rsidR="00944434" w:rsidRDefault="00944434" w:rsidP="00C85797">
            <w:pPr>
              <w:ind w:left="360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         </w:t>
            </w:r>
            <w:proofErr w:type="gramStart"/>
            <w:r w:rsidR="00452863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be</w:t>
            </w:r>
            <w:proofErr w:type="gramEnd"/>
            <w:r w:rsidR="00452863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receiving the </w:t>
            </w:r>
            <w:r w:rsidR="008447E2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s</w:t>
            </w:r>
            <w:r w:rsidR="00452863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ame </w:t>
            </w:r>
            <w:proofErr w:type="spellStart"/>
            <w:r w:rsidR="00452863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>iCampus</w:t>
            </w:r>
            <w:proofErr w:type="spellEnd"/>
            <w:r w:rsidR="00452863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emails.</w:t>
            </w:r>
            <w:r w:rsidR="00430CFB">
              <w:rPr>
                <w:rStyle w:val="Strong"/>
                <w:rFonts w:ascii="Times New Roman" w:hAnsi="Times New Roman"/>
                <w:b w:val="0"/>
                <w:bCs w:val="0"/>
                <w:color w:val="000000"/>
                <w:sz w:val="24"/>
              </w:rPr>
              <w:t xml:space="preserve">  </w:t>
            </w:r>
            <w:r w:rsidR="00452863" w:rsidRPr="00430CFB">
              <w:rPr>
                <w:rStyle w:val="Strong"/>
                <w:rFonts w:ascii="Times New Roman" w:hAnsi="Times New Roman"/>
                <w:bCs w:val="0"/>
                <w:color w:val="000000"/>
                <w:sz w:val="24"/>
              </w:rPr>
              <w:t>I</w:t>
            </w:r>
            <w:r w:rsidR="00A9173F" w:rsidRPr="00430CFB">
              <w:rPr>
                <w:rFonts w:ascii="Times New Roman" w:hAnsi="Times New Roman"/>
                <w:b/>
                <w:sz w:val="24"/>
              </w:rPr>
              <w:t>f</w:t>
            </w:r>
            <w:r w:rsidR="00380615" w:rsidRPr="00430CFB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80615" w:rsidRPr="00B92EAE">
              <w:rPr>
                <w:rFonts w:ascii="Times New Roman" w:hAnsi="Times New Roman"/>
                <w:b/>
                <w:sz w:val="24"/>
              </w:rPr>
              <w:t>you need your</w:t>
            </w:r>
            <w:r w:rsidR="00B92EAE" w:rsidRPr="00B92EAE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86DEC" w:rsidRPr="00B92EAE">
              <w:rPr>
                <w:rFonts w:ascii="Times New Roman" w:hAnsi="Times New Roman"/>
                <w:b/>
                <w:i/>
                <w:sz w:val="24"/>
              </w:rPr>
              <w:t>iCampus</w:t>
            </w:r>
            <w:proofErr w:type="spellEnd"/>
            <w:r w:rsidR="00586DEC" w:rsidRPr="00B92EAE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944434" w:rsidRDefault="00944434" w:rsidP="00C85797">
            <w:pPr>
              <w:ind w:left="36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          </w:t>
            </w:r>
            <w:r w:rsidR="00A83B6F" w:rsidRPr="00B92EAE">
              <w:rPr>
                <w:rFonts w:ascii="Times New Roman" w:hAnsi="Times New Roman"/>
                <w:b/>
                <w:sz w:val="24"/>
              </w:rPr>
              <w:t>A</w:t>
            </w:r>
            <w:r w:rsidR="00380615" w:rsidRPr="00B92EAE">
              <w:rPr>
                <w:rFonts w:ascii="Times New Roman" w:hAnsi="Times New Roman"/>
                <w:b/>
                <w:sz w:val="24"/>
              </w:rPr>
              <w:t xml:space="preserve">ccess </w:t>
            </w:r>
            <w:r w:rsidR="00A83B6F" w:rsidRPr="00B92EAE">
              <w:rPr>
                <w:rFonts w:ascii="Times New Roman" w:hAnsi="Times New Roman"/>
                <w:b/>
                <w:sz w:val="24"/>
              </w:rPr>
              <w:t>C</w:t>
            </w:r>
            <w:r w:rsidR="00380615" w:rsidRPr="00B92EAE">
              <w:rPr>
                <w:rFonts w:ascii="Times New Roman" w:hAnsi="Times New Roman"/>
                <w:b/>
                <w:sz w:val="24"/>
              </w:rPr>
              <w:t>ode</w:t>
            </w:r>
            <w:r w:rsidR="00DF12DC" w:rsidRPr="00B92EAE">
              <w:rPr>
                <w:rFonts w:ascii="Times New Roman" w:hAnsi="Times New Roman"/>
                <w:b/>
                <w:sz w:val="24"/>
              </w:rPr>
              <w:t xml:space="preserve"> or help getting logged in</w:t>
            </w:r>
            <w:r w:rsidR="00760B50" w:rsidRPr="00B92EAE">
              <w:rPr>
                <w:rFonts w:ascii="Times New Roman" w:hAnsi="Times New Roman"/>
                <w:b/>
                <w:sz w:val="24"/>
              </w:rPr>
              <w:t xml:space="preserve">, please contact Mrs. </w:t>
            </w:r>
            <w:r w:rsidR="00C85797">
              <w:rPr>
                <w:rFonts w:ascii="Times New Roman" w:hAnsi="Times New Roman"/>
                <w:b/>
                <w:sz w:val="24"/>
              </w:rPr>
              <w:t xml:space="preserve">Paula </w:t>
            </w:r>
          </w:p>
          <w:p w:rsidR="00123DAE" w:rsidRDefault="00944434" w:rsidP="00C85797">
            <w:pPr>
              <w:ind w:left="36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</w:t>
            </w:r>
            <w:r w:rsidR="00C85797">
              <w:rPr>
                <w:rFonts w:ascii="Times New Roman" w:hAnsi="Times New Roman"/>
                <w:b/>
                <w:sz w:val="24"/>
              </w:rPr>
              <w:t>Page</w:t>
            </w:r>
            <w:r w:rsidR="00452863">
              <w:rPr>
                <w:rFonts w:ascii="Times New Roman" w:hAnsi="Times New Roman"/>
                <w:b/>
                <w:sz w:val="24"/>
              </w:rPr>
              <w:t>,</w:t>
            </w:r>
            <w:r w:rsidR="00461AE6">
              <w:rPr>
                <w:rFonts w:ascii="Times New Roman" w:hAnsi="Times New Roman"/>
                <w:b/>
                <w:sz w:val="24"/>
              </w:rPr>
              <w:t xml:space="preserve"> Guidance Secretary</w:t>
            </w:r>
            <w:r w:rsidR="007D3716">
              <w:rPr>
                <w:rFonts w:ascii="Times New Roman" w:hAnsi="Times New Roman"/>
                <w:b/>
                <w:sz w:val="24"/>
              </w:rPr>
              <w:t>,</w:t>
            </w:r>
            <w:r w:rsidR="00452863">
              <w:rPr>
                <w:rFonts w:ascii="Times New Roman" w:hAnsi="Times New Roman"/>
                <w:b/>
                <w:sz w:val="24"/>
              </w:rPr>
              <w:t xml:space="preserve"> at</w:t>
            </w:r>
            <w:r w:rsidR="00C85797">
              <w:rPr>
                <w:rFonts w:ascii="Times New Roman" w:hAnsi="Times New Roman"/>
                <w:b/>
                <w:sz w:val="24"/>
              </w:rPr>
              <w:t xml:space="preserve"> 267-599-2265.</w:t>
            </w:r>
            <w:r w:rsidR="00D75EB6" w:rsidRPr="00B92EAE">
              <w:rPr>
                <w:rFonts w:ascii="Times New Roman" w:hAnsi="Times New Roman"/>
                <w:b/>
                <w:sz w:val="24"/>
              </w:rPr>
              <w:t>65</w:t>
            </w:r>
            <w:r w:rsidR="00380615" w:rsidRPr="00B92EAE">
              <w:rPr>
                <w:rFonts w:ascii="Times New Roman" w:hAnsi="Times New Roman"/>
                <w:b/>
                <w:sz w:val="24"/>
              </w:rPr>
              <w:t>.</w:t>
            </w:r>
            <w:r w:rsidR="00640070" w:rsidRPr="00B92EAE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A64547" w:rsidRDefault="00A64547" w:rsidP="00C85797">
            <w:pPr>
              <w:ind w:left="360"/>
              <w:rPr>
                <w:rFonts w:ascii="Times New Roman" w:hAnsi="Times New Roman"/>
                <w:b/>
                <w:sz w:val="24"/>
              </w:rPr>
            </w:pPr>
          </w:p>
          <w:p w:rsidR="00A64547" w:rsidRDefault="00A64547" w:rsidP="00C85797">
            <w:pPr>
              <w:ind w:left="360"/>
              <w:rPr>
                <w:rFonts w:ascii="Times New Roman" w:hAnsi="Times New Roman"/>
                <w:b/>
                <w:sz w:val="24"/>
              </w:rPr>
            </w:pPr>
          </w:p>
          <w:p w:rsidR="00ED6B58" w:rsidRDefault="00ED6B58" w:rsidP="00C85797">
            <w:pPr>
              <w:ind w:left="360"/>
              <w:rPr>
                <w:rFonts w:ascii="Times New Roman" w:hAnsi="Times New Roman"/>
                <w:b/>
                <w:sz w:val="24"/>
              </w:rPr>
            </w:pPr>
          </w:p>
          <w:p w:rsidR="00ED6B58" w:rsidRDefault="00ED6B58" w:rsidP="00C85797">
            <w:pPr>
              <w:ind w:left="360"/>
              <w:rPr>
                <w:rFonts w:ascii="Times New Roman" w:hAnsi="Times New Roman"/>
                <w:b/>
                <w:sz w:val="24"/>
              </w:rPr>
            </w:pPr>
          </w:p>
          <w:p w:rsidR="002D76D4" w:rsidRDefault="002D76D4" w:rsidP="00C85797">
            <w:pPr>
              <w:ind w:left="360"/>
              <w:rPr>
                <w:rFonts w:ascii="Times New Roman" w:hAnsi="Times New Roman"/>
                <w:b/>
                <w:sz w:val="24"/>
              </w:rPr>
            </w:pPr>
          </w:p>
          <w:p w:rsidR="00A14272" w:rsidRDefault="00A14272" w:rsidP="00C85797">
            <w:pPr>
              <w:ind w:left="360"/>
              <w:rPr>
                <w:rFonts w:ascii="Times New Roman" w:hAnsi="Times New Roman"/>
                <w:b/>
                <w:sz w:val="24"/>
              </w:rPr>
            </w:pPr>
          </w:p>
          <w:p w:rsidR="00123DAE" w:rsidRDefault="00C35E6B" w:rsidP="00B92EAE">
            <w:pPr>
              <w:pStyle w:val="Heading1"/>
              <w:shd w:val="clear" w:color="auto" w:fill="FFFFFF"/>
              <w:spacing w:before="0" w:after="0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7A0EE739" wp14:editId="28C9650D">
                  <wp:simplePos x="0" y="0"/>
                  <wp:positionH relativeFrom="column">
                    <wp:posOffset>631825</wp:posOffset>
                  </wp:positionH>
                  <wp:positionV relativeFrom="paragraph">
                    <wp:posOffset>137160</wp:posOffset>
                  </wp:positionV>
                  <wp:extent cx="857250" cy="857250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1120" y="21120"/>
                      <wp:lineTo x="21120" y="0"/>
                      <wp:lineTo x="0" y="0"/>
                    </wp:wrapPolygon>
                  </wp:wrapTight>
                  <wp:docPr id="11" name="Picture 11" descr="Google Classroom">
                    <a:hlinkClick xmlns:a="http://schemas.openxmlformats.org/drawingml/2006/main" r:id="rId22" tooltip="&quot;Google Classroom&quot;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Google Classroom">
                            <a:hlinkClick r:id="rId22" tooltip="&quot;Google Classroom&quot;"/>
                          </pic:cNvPr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2030">
              <w:rPr>
                <w:rFonts w:ascii="Times New Roman" w:hAnsi="Times New Roman"/>
                <w:b w:val="0"/>
                <w:color w:val="auto"/>
                <w:sz w:val="24"/>
              </w:rPr>
              <w:t xml:space="preserve">               </w:t>
            </w:r>
          </w:p>
          <w:p w:rsidR="005C5F00" w:rsidRDefault="00C35E6B" w:rsidP="005C5F00">
            <w:pPr>
              <w:rPr>
                <w:rFonts w:ascii="Times New Roman" w:hAnsi="Times New Roman"/>
                <w:bCs/>
                <w:iCs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51367A90" wp14:editId="3208D429">
                  <wp:extent cx="286385" cy="207010"/>
                  <wp:effectExtent l="0" t="0" r="0" b="2540"/>
                  <wp:docPr id="21" name="Picture 21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F42030">
              <w:rPr>
                <w:rFonts w:ascii="Times New Roman" w:hAnsi="Times New Roman"/>
                <w:sz w:val="24"/>
              </w:rPr>
              <w:t xml:space="preserve">           </w:t>
            </w:r>
            <w:r w:rsidR="005C5F00" w:rsidRPr="005C5F00">
              <w:rPr>
                <w:rFonts w:ascii="Times New Roman" w:hAnsi="Times New Roman"/>
                <w:bCs/>
                <w:iCs/>
                <w:color w:val="000000"/>
                <w:sz w:val="24"/>
              </w:rPr>
              <w:t xml:space="preserve">During the early part of the school year, parents and guardians will be invited via email to join Armstrong’s Google Classroom which will give you </w:t>
            </w:r>
          </w:p>
          <w:p w:rsidR="005C5F00" w:rsidRPr="005C5F00" w:rsidRDefault="005C5F00" w:rsidP="005C5F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 xml:space="preserve">     </w:t>
            </w:r>
            <w:proofErr w:type="gramStart"/>
            <w:r w:rsidRPr="005C5F00">
              <w:rPr>
                <w:rFonts w:ascii="Times New Roman" w:hAnsi="Times New Roman"/>
                <w:bCs/>
                <w:iCs/>
                <w:color w:val="000000"/>
                <w:sz w:val="24"/>
              </w:rPr>
              <w:t>access</w:t>
            </w:r>
            <w:proofErr w:type="gramEnd"/>
            <w:r w:rsidRPr="005C5F00">
              <w:rPr>
                <w:rFonts w:ascii="Times New Roman" w:hAnsi="Times New Roman"/>
                <w:bCs/>
                <w:iCs/>
                <w:color w:val="000000"/>
                <w:sz w:val="24"/>
              </w:rPr>
              <w:t xml:space="preserve"> to any updates and summaries that I send.</w:t>
            </w:r>
            <w:r>
              <w:rPr>
                <w:rFonts w:ascii="Times New Roman" w:hAnsi="Times New Roman"/>
                <w:bCs/>
                <w:iCs/>
                <w:color w:val="000000"/>
                <w:sz w:val="24"/>
              </w:rPr>
              <w:t xml:space="preserve">             </w:t>
            </w:r>
            <w:r w:rsidRPr="005C5F00">
              <w:rPr>
                <w:rFonts w:ascii="Times New Roman" w:hAnsi="Times New Roman"/>
                <w:bCs/>
                <w:iCs/>
                <w:color w:val="000000"/>
                <w:sz w:val="24"/>
              </w:rPr>
              <w:t> </w:t>
            </w:r>
          </w:p>
          <w:p w:rsidR="005C5F00" w:rsidRDefault="005C5F00" w:rsidP="00B92EAE">
            <w:pPr>
              <w:pStyle w:val="Heading1"/>
              <w:shd w:val="clear" w:color="auto" w:fill="FFFFFF"/>
              <w:spacing w:before="0" w:after="0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       </w:t>
            </w:r>
            <w:r w:rsidR="007D3716">
              <w:rPr>
                <w:rFonts w:ascii="Times New Roman" w:hAnsi="Times New Roman"/>
                <w:b w:val="0"/>
                <w:color w:val="auto"/>
                <w:sz w:val="24"/>
              </w:rPr>
              <w:t>T</w:t>
            </w:r>
            <w:r w:rsidR="00762529">
              <w:rPr>
                <w:rFonts w:ascii="Times New Roman" w:hAnsi="Times New Roman"/>
                <w:b w:val="0"/>
                <w:color w:val="auto"/>
                <w:sz w:val="24"/>
              </w:rPr>
              <w:t>hese messages will mirror the</w:t>
            </w:r>
            <w:r w:rsidR="00A64547">
              <w:rPr>
                <w:rFonts w:ascii="Times New Roman" w:hAnsi="Times New Roman"/>
                <w:b w:val="0"/>
                <w:color w:val="auto"/>
                <w:sz w:val="24"/>
              </w:rPr>
              <w:t xml:space="preserve"> </w:t>
            </w:r>
            <w:r w:rsidR="00762529">
              <w:rPr>
                <w:rFonts w:ascii="Times New Roman" w:hAnsi="Times New Roman"/>
                <w:b w:val="0"/>
                <w:color w:val="auto"/>
                <w:sz w:val="24"/>
              </w:rPr>
              <w:t xml:space="preserve">emails sent to your </w:t>
            </w:r>
          </w:p>
          <w:p w:rsidR="005C5F00" w:rsidRDefault="005C5F00" w:rsidP="00A64547">
            <w:pPr>
              <w:pStyle w:val="Heading1"/>
              <w:shd w:val="clear" w:color="auto" w:fill="FFFFFF"/>
              <w:spacing w:before="0" w:after="0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                  </w:t>
            </w:r>
            <w:proofErr w:type="spellStart"/>
            <w:proofErr w:type="gramStart"/>
            <w:r w:rsidR="00762529">
              <w:rPr>
                <w:rFonts w:ascii="Times New Roman" w:hAnsi="Times New Roman"/>
                <w:b w:val="0"/>
                <w:color w:val="auto"/>
                <w:sz w:val="24"/>
              </w:rPr>
              <w:t>iCampus</w:t>
            </w:r>
            <w:proofErr w:type="spellEnd"/>
            <w:proofErr w:type="gramEnd"/>
            <w:r w:rsidR="00762529">
              <w:rPr>
                <w:rFonts w:ascii="Times New Roman" w:hAnsi="Times New Roman"/>
                <w:b w:val="0"/>
                <w:color w:val="auto"/>
                <w:sz w:val="24"/>
              </w:rPr>
              <w:t xml:space="preserve"> </w:t>
            </w:r>
            <w:r w:rsidR="00336543">
              <w:rPr>
                <w:rFonts w:ascii="Times New Roman" w:hAnsi="Times New Roman"/>
                <w:b w:val="0"/>
                <w:color w:val="auto"/>
                <w:sz w:val="24"/>
              </w:rPr>
              <w:t>em</w:t>
            </w:r>
            <w:r w:rsidR="00762529">
              <w:rPr>
                <w:rFonts w:ascii="Times New Roman" w:hAnsi="Times New Roman"/>
                <w:b w:val="0"/>
                <w:color w:val="auto"/>
                <w:sz w:val="24"/>
              </w:rPr>
              <w:t>ail</w:t>
            </w: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 </w:t>
            </w:r>
            <w:r w:rsidR="00762529">
              <w:rPr>
                <w:rFonts w:ascii="Times New Roman" w:hAnsi="Times New Roman"/>
                <w:b w:val="0"/>
                <w:color w:val="auto"/>
                <w:sz w:val="24"/>
              </w:rPr>
              <w:t xml:space="preserve">account and </w:t>
            </w:r>
            <w:r w:rsidR="00A64547">
              <w:rPr>
                <w:rFonts w:ascii="Times New Roman" w:hAnsi="Times New Roman"/>
                <w:b w:val="0"/>
                <w:color w:val="auto"/>
                <w:sz w:val="24"/>
              </w:rPr>
              <w:t>w</w:t>
            </w:r>
            <w:r w:rsidR="00762529">
              <w:rPr>
                <w:rFonts w:ascii="Times New Roman" w:hAnsi="Times New Roman"/>
                <w:b w:val="0"/>
                <w:color w:val="auto"/>
                <w:sz w:val="24"/>
              </w:rPr>
              <w:t>ill most likely refer you to</w:t>
            </w:r>
            <w:r w:rsidR="009670FA">
              <w:rPr>
                <w:rFonts w:ascii="Times New Roman" w:hAnsi="Times New Roman"/>
                <w:b w:val="0"/>
                <w:color w:val="auto"/>
                <w:sz w:val="24"/>
              </w:rPr>
              <w:t xml:space="preserve"> </w:t>
            </w:r>
          </w:p>
          <w:p w:rsidR="005C5F00" w:rsidRDefault="005C5F00" w:rsidP="00A64547">
            <w:pPr>
              <w:pStyle w:val="Heading1"/>
              <w:shd w:val="clear" w:color="auto" w:fill="FFFFFF"/>
              <w:spacing w:before="0" w:after="0"/>
              <w:rPr>
                <w:rFonts w:ascii="Times New Roman" w:hAnsi="Times New Roman"/>
                <w:b w:val="0"/>
                <w:i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                  </w:t>
            </w:r>
            <w:proofErr w:type="gramStart"/>
            <w:r w:rsidR="009670FA">
              <w:rPr>
                <w:rFonts w:ascii="Times New Roman" w:hAnsi="Times New Roman"/>
                <w:b w:val="0"/>
                <w:color w:val="auto"/>
                <w:sz w:val="24"/>
              </w:rPr>
              <w:t>one</w:t>
            </w:r>
            <w:proofErr w:type="gramEnd"/>
            <w:r w:rsidR="009670FA">
              <w:rPr>
                <w:rFonts w:ascii="Times New Roman" w:hAnsi="Times New Roman"/>
                <w:b w:val="0"/>
                <w:color w:val="auto"/>
                <w:sz w:val="24"/>
              </w:rPr>
              <w:t xml:space="preserve"> of the many </w:t>
            </w:r>
            <w:r w:rsidR="00430739">
              <w:rPr>
                <w:rFonts w:ascii="Times New Roman" w:hAnsi="Times New Roman"/>
                <w:b w:val="0"/>
                <w:color w:val="auto"/>
                <w:sz w:val="24"/>
              </w:rPr>
              <w:t>web</w:t>
            </w:r>
            <w:r w:rsidR="009670FA">
              <w:rPr>
                <w:rFonts w:ascii="Times New Roman" w:hAnsi="Times New Roman"/>
                <w:b w:val="0"/>
                <w:color w:val="auto"/>
                <w:sz w:val="24"/>
              </w:rPr>
              <w:t>pages on</w:t>
            </w:r>
            <w:r w:rsidR="00762529">
              <w:rPr>
                <w:rFonts w:ascii="Times New Roman" w:hAnsi="Times New Roman"/>
                <w:b w:val="0"/>
                <w:color w:val="auto"/>
                <w:sz w:val="24"/>
              </w:rPr>
              <w:t xml:space="preserve"> </w:t>
            </w:r>
            <w:r w:rsidR="00762529" w:rsidRPr="00762529">
              <w:rPr>
                <w:rFonts w:ascii="Times New Roman" w:hAnsi="Times New Roman"/>
                <w:b w:val="0"/>
                <w:i/>
                <w:color w:val="auto"/>
                <w:sz w:val="24"/>
              </w:rPr>
              <w:t>Guidance News That You</w:t>
            </w:r>
            <w:r w:rsidR="00A64547">
              <w:rPr>
                <w:rFonts w:ascii="Times New Roman" w:hAnsi="Times New Roman"/>
                <w:b w:val="0"/>
                <w:i/>
                <w:color w:val="auto"/>
                <w:sz w:val="24"/>
              </w:rPr>
              <w:t xml:space="preserve"> </w:t>
            </w:r>
          </w:p>
          <w:p w:rsidR="00430739" w:rsidRDefault="005C5F00" w:rsidP="00A64547">
            <w:pPr>
              <w:pStyle w:val="Heading1"/>
              <w:shd w:val="clear" w:color="auto" w:fill="FFFFFF"/>
              <w:spacing w:before="0" w:after="0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i/>
                <w:color w:val="auto"/>
                <w:sz w:val="24"/>
              </w:rPr>
              <w:t xml:space="preserve">                  </w:t>
            </w:r>
            <w:r w:rsidR="00762529" w:rsidRPr="00762529">
              <w:rPr>
                <w:rFonts w:ascii="Times New Roman" w:hAnsi="Times New Roman"/>
                <w:b w:val="0"/>
                <w:i/>
                <w:color w:val="auto"/>
                <w:sz w:val="24"/>
              </w:rPr>
              <w:t>Can Use</w:t>
            </w:r>
            <w:r w:rsidR="00430739">
              <w:rPr>
                <w:rFonts w:ascii="Times New Roman" w:hAnsi="Times New Roman"/>
                <w:b w:val="0"/>
                <w:i/>
                <w:color w:val="auto"/>
                <w:sz w:val="24"/>
              </w:rPr>
              <w:t xml:space="preserve"> </w:t>
            </w:r>
            <w:r w:rsidR="00430739" w:rsidRPr="00430739">
              <w:rPr>
                <w:rFonts w:ascii="Times New Roman" w:hAnsi="Times New Roman"/>
                <w:b w:val="0"/>
                <w:color w:val="auto"/>
                <w:sz w:val="24"/>
              </w:rPr>
              <w:t>at this link</w:t>
            </w:r>
            <w:r w:rsidR="00430739">
              <w:rPr>
                <w:rFonts w:ascii="Times New Roman" w:hAnsi="Times New Roman"/>
                <w:b w:val="0"/>
                <w:i/>
                <w:color w:val="auto"/>
                <w:sz w:val="24"/>
              </w:rPr>
              <w:t xml:space="preserve"> </w:t>
            </w:r>
            <w:hyperlink r:id="rId24" w:history="1">
              <w:r w:rsidR="00430739" w:rsidRPr="00D63332">
                <w:rPr>
                  <w:rStyle w:val="Hyperlink"/>
                  <w:rFonts w:ascii="Times New Roman" w:hAnsi="Times New Roman"/>
                  <w:b w:val="0"/>
                  <w:sz w:val="24"/>
                </w:rPr>
                <w:t>http://bit.ly/2r2etRL</w:t>
              </w:r>
            </w:hyperlink>
            <w:proofErr w:type="gramStart"/>
            <w:r w:rsidR="00430739" w:rsidRPr="00D63332">
              <w:rPr>
                <w:rFonts w:ascii="Times New Roman" w:hAnsi="Times New Roman"/>
                <w:b w:val="0"/>
                <w:sz w:val="24"/>
              </w:rPr>
              <w:t>.</w:t>
            </w:r>
            <w:proofErr w:type="gramEnd"/>
          </w:p>
          <w:p w:rsidR="00A14272" w:rsidRDefault="00A14272" w:rsidP="00A14272"/>
          <w:p w:rsidR="00A14272" w:rsidRDefault="00A14272" w:rsidP="00A14272"/>
          <w:p w:rsidR="007574FF" w:rsidRDefault="007574FF" w:rsidP="00A14272"/>
          <w:p w:rsidR="00A14272" w:rsidRDefault="00A14272" w:rsidP="00A14272"/>
          <w:p w:rsidR="002D76D4" w:rsidRDefault="002D76D4" w:rsidP="00A14272"/>
          <w:p w:rsidR="00ED6B58" w:rsidRDefault="00ED6B58" w:rsidP="00A14272"/>
          <w:p w:rsidR="00A14272" w:rsidRDefault="00A14272" w:rsidP="00A14272"/>
          <w:p w:rsidR="002D76D4" w:rsidRPr="00A14272" w:rsidRDefault="002D76D4" w:rsidP="00A14272"/>
          <w:p w:rsidR="00123DAE" w:rsidRDefault="00F42030" w:rsidP="00B92EAE">
            <w:pPr>
              <w:pStyle w:val="Heading1"/>
              <w:shd w:val="clear" w:color="auto" w:fill="FFFFFF"/>
              <w:spacing w:before="0" w:after="0"/>
              <w:rPr>
                <w:rFonts w:ascii="Times New Roman" w:hAnsi="Times New Roman"/>
                <w:b w:val="0"/>
                <w:color w:val="auto"/>
                <w:sz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</w:rPr>
              <w:t xml:space="preserve"> </w:t>
            </w:r>
          </w:p>
          <w:p w:rsidR="001D5200" w:rsidRDefault="001D5200" w:rsidP="001D5200"/>
          <w:p w:rsidR="00795619" w:rsidRDefault="004C5B43" w:rsidP="004C5B43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 xml:space="preserve">   </w:t>
            </w:r>
            <w:r w:rsidR="00795619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7BFE750" wp14:editId="3819A74E">
                  <wp:extent cx="286385" cy="207010"/>
                  <wp:effectExtent l="0" t="0" r="0" b="2540"/>
                  <wp:docPr id="22" name="Picture 22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B4774" w:rsidRPr="004C5B43">
              <w:rPr>
                <w:rFonts w:ascii="Times New Roman" w:hAnsi="Times New Roman"/>
                <w:b/>
                <w:sz w:val="32"/>
                <w:szCs w:val="32"/>
              </w:rPr>
              <w:t xml:space="preserve">       </w:t>
            </w:r>
            <w:r w:rsidR="003B4774"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4B341A80" wp14:editId="28E97F10">
                  <wp:simplePos x="0" y="0"/>
                  <wp:positionH relativeFrom="column">
                    <wp:posOffset>633730</wp:posOffset>
                  </wp:positionH>
                  <wp:positionV relativeFrom="paragraph">
                    <wp:posOffset>635</wp:posOffset>
                  </wp:positionV>
                  <wp:extent cx="1097280" cy="429260"/>
                  <wp:effectExtent l="0" t="0" r="7620" b="8890"/>
                  <wp:wrapTight wrapText="bothSides">
                    <wp:wrapPolygon edited="0">
                      <wp:start x="0" y="0"/>
                      <wp:lineTo x="0" y="21089"/>
                      <wp:lineTo x="21375" y="21089"/>
                      <wp:lineTo x="21375" y="0"/>
                      <wp:lineTo x="0" y="0"/>
                    </wp:wrapPolygon>
                  </wp:wrapTight>
                  <wp:docPr id="16" name="Picture 16" descr="C:\Users\Karla\Desktop\Open House Screen Shot 9320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C:\Users\Karla\Desktop\Open House Screen Shot 932017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42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52FB8" w:rsidRPr="004C5B43">
              <w:rPr>
                <w:rFonts w:ascii="Times New Roman" w:hAnsi="Times New Roman"/>
                <w:b/>
                <w:sz w:val="32"/>
                <w:szCs w:val="32"/>
              </w:rPr>
              <w:t xml:space="preserve">Read </w:t>
            </w:r>
            <w:r w:rsidR="008877CD" w:rsidRPr="004C5B43">
              <w:rPr>
                <w:rFonts w:ascii="Times New Roman" w:hAnsi="Times New Roman"/>
                <w:sz w:val="24"/>
              </w:rPr>
              <w:t xml:space="preserve">the documents and connect to the corresponding links on the </w:t>
            </w:r>
            <w:r w:rsidR="008877CD" w:rsidRPr="004C5B43">
              <w:rPr>
                <w:rFonts w:ascii="Times New Roman" w:hAnsi="Times New Roman"/>
                <w:b/>
                <w:i/>
                <w:sz w:val="24"/>
              </w:rPr>
              <w:t xml:space="preserve">Open House 2017 – 2018 </w:t>
            </w:r>
          </w:p>
          <w:p w:rsidR="007064FB" w:rsidRDefault="00795619" w:rsidP="007956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 xml:space="preserve">                </w:t>
            </w:r>
            <w:r w:rsidR="008877CD" w:rsidRPr="004C5B43">
              <w:rPr>
                <w:rFonts w:ascii="Times New Roman" w:hAnsi="Times New Roman"/>
                <w:b/>
                <w:i/>
                <w:sz w:val="24"/>
              </w:rPr>
              <w:t xml:space="preserve">Eighth Grade </w:t>
            </w:r>
            <w:r w:rsidR="008877CD" w:rsidRPr="004C5B43">
              <w:rPr>
                <w:rFonts w:ascii="Times New Roman" w:hAnsi="Times New Roman"/>
                <w:i/>
                <w:sz w:val="24"/>
              </w:rPr>
              <w:t>webpage</w:t>
            </w:r>
            <w:r w:rsidR="00352779" w:rsidRPr="004C5B43">
              <w:rPr>
                <w:rFonts w:ascii="Times New Roman" w:hAnsi="Times New Roman"/>
                <w:i/>
                <w:sz w:val="24"/>
              </w:rPr>
              <w:t>,</w:t>
            </w:r>
            <w:r w:rsidR="00352779" w:rsidRPr="004C5B43">
              <w:rPr>
                <w:rFonts w:ascii="Times New Roman" w:hAnsi="Times New Roman"/>
                <w:sz w:val="24"/>
              </w:rPr>
              <w:t xml:space="preserve"> </w:t>
            </w:r>
            <w:hyperlink r:id="rId26" w:history="1">
              <w:r w:rsidR="00123DAE" w:rsidRPr="004C5B43">
                <w:rPr>
                  <w:rStyle w:val="Hyperlink"/>
                  <w:rFonts w:ascii="Times New Roman" w:hAnsi="Times New Roman"/>
                  <w:sz w:val="24"/>
                </w:rPr>
                <w:t>http://bit.ly/2vmagv5</w:t>
              </w:r>
            </w:hyperlink>
            <w:r w:rsidR="00352779" w:rsidRPr="004C5B43">
              <w:rPr>
                <w:rFonts w:ascii="Times New Roman" w:hAnsi="Times New Roman"/>
                <w:sz w:val="24"/>
              </w:rPr>
              <w:t xml:space="preserve">.  </w:t>
            </w:r>
            <w:r w:rsidR="0054269F" w:rsidRPr="004C5B43">
              <w:rPr>
                <w:rFonts w:ascii="Times New Roman" w:hAnsi="Times New Roman"/>
                <w:sz w:val="24"/>
              </w:rPr>
              <w:t xml:space="preserve">For </w:t>
            </w:r>
            <w:r w:rsidR="003B4774">
              <w:rPr>
                <w:rFonts w:ascii="Times New Roman" w:hAnsi="Times New Roman"/>
                <w:sz w:val="24"/>
              </w:rPr>
              <w:t>e</w:t>
            </w:r>
            <w:r w:rsidR="0054269F" w:rsidRPr="0054269F">
              <w:rPr>
                <w:rFonts w:ascii="Times New Roman" w:hAnsi="Times New Roman"/>
                <w:sz w:val="24"/>
              </w:rPr>
              <w:t>xample,</w:t>
            </w:r>
            <w:r w:rsidR="0054269F">
              <w:rPr>
                <w:rFonts w:ascii="Times New Roman" w:hAnsi="Times New Roman"/>
                <w:sz w:val="24"/>
              </w:rPr>
              <w:t xml:space="preserve"> our </w:t>
            </w:r>
          </w:p>
          <w:p w:rsidR="001126AC" w:rsidRDefault="007064FB" w:rsidP="007956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</w:t>
            </w:r>
            <w:proofErr w:type="gramStart"/>
            <w:r w:rsidR="0054269F">
              <w:rPr>
                <w:rFonts w:ascii="Times New Roman" w:hAnsi="Times New Roman"/>
                <w:sz w:val="24"/>
              </w:rPr>
              <w:t>district</w:t>
            </w:r>
            <w:r w:rsidR="00316675">
              <w:rPr>
                <w:rFonts w:ascii="Times New Roman" w:hAnsi="Times New Roman"/>
                <w:sz w:val="24"/>
              </w:rPr>
              <w:t>’s</w:t>
            </w:r>
            <w:proofErr w:type="gramEnd"/>
            <w:r w:rsidR="0054269F">
              <w:rPr>
                <w:rFonts w:ascii="Times New Roman" w:hAnsi="Times New Roman"/>
                <w:sz w:val="24"/>
              </w:rPr>
              <w:t xml:space="preserve"> calendar, free and reduced meals, and our</w:t>
            </w:r>
            <w:r w:rsidR="00795619">
              <w:rPr>
                <w:rFonts w:ascii="Times New Roman" w:hAnsi="Times New Roman"/>
                <w:sz w:val="24"/>
              </w:rPr>
              <w:t xml:space="preserve"> </w:t>
            </w:r>
            <w:r w:rsidR="0054269F">
              <w:rPr>
                <w:rFonts w:ascii="Times New Roman" w:hAnsi="Times New Roman"/>
                <w:sz w:val="24"/>
              </w:rPr>
              <w:t>attendance policy.</w:t>
            </w:r>
            <w:r w:rsidR="00352779">
              <w:rPr>
                <w:rFonts w:ascii="Times New Roman" w:hAnsi="Times New Roman"/>
                <w:sz w:val="24"/>
              </w:rPr>
              <w:t xml:space="preserve">  </w:t>
            </w:r>
          </w:p>
          <w:p w:rsidR="007064FB" w:rsidRDefault="001126AC" w:rsidP="0079561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</w:t>
            </w:r>
            <w:r w:rsidR="00352779">
              <w:rPr>
                <w:rFonts w:ascii="Times New Roman" w:hAnsi="Times New Roman"/>
                <w:sz w:val="24"/>
              </w:rPr>
              <w:t>Additiona</w:t>
            </w:r>
            <w:r w:rsidR="009D7379">
              <w:rPr>
                <w:rFonts w:ascii="Times New Roman" w:hAnsi="Times New Roman"/>
                <w:sz w:val="24"/>
              </w:rPr>
              <w:t>lly</w:t>
            </w:r>
            <w:r w:rsidR="00352779">
              <w:rPr>
                <w:rFonts w:ascii="Times New Roman" w:hAnsi="Times New Roman"/>
                <w:sz w:val="24"/>
              </w:rPr>
              <w:t xml:space="preserve">, the </w:t>
            </w:r>
            <w:r w:rsidR="00352779" w:rsidRPr="007F6EE4">
              <w:rPr>
                <w:rFonts w:ascii="Times New Roman" w:hAnsi="Times New Roman"/>
                <w:b/>
                <w:i/>
                <w:sz w:val="24"/>
              </w:rPr>
              <w:t>Parents and Guardians</w:t>
            </w:r>
            <w:r w:rsidR="0035277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352779" w:rsidRPr="007F6EE4">
              <w:rPr>
                <w:rFonts w:ascii="Times New Roman" w:hAnsi="Times New Roman"/>
                <w:b/>
                <w:i/>
                <w:sz w:val="24"/>
              </w:rPr>
              <w:t>Survivors’</w:t>
            </w:r>
            <w:r w:rsidR="0079561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352779" w:rsidRPr="007F6EE4">
              <w:rPr>
                <w:rFonts w:ascii="Times New Roman" w:hAnsi="Times New Roman"/>
                <w:b/>
                <w:i/>
                <w:sz w:val="24"/>
              </w:rPr>
              <w:t>Guide</w:t>
            </w:r>
            <w:r w:rsidR="0035277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="00352779" w:rsidRPr="00352779">
              <w:rPr>
                <w:rFonts w:ascii="Times New Roman" w:hAnsi="Times New Roman"/>
                <w:sz w:val="24"/>
              </w:rPr>
              <w:t xml:space="preserve">is on the </w:t>
            </w:r>
          </w:p>
          <w:p w:rsidR="00352779" w:rsidRPr="007F6EE4" w:rsidRDefault="007064FB" w:rsidP="00795619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</w:t>
            </w:r>
            <w:proofErr w:type="gramStart"/>
            <w:r w:rsidR="00352779" w:rsidRPr="00352779">
              <w:rPr>
                <w:rFonts w:ascii="Times New Roman" w:hAnsi="Times New Roman"/>
                <w:sz w:val="24"/>
              </w:rPr>
              <w:t>next</w:t>
            </w:r>
            <w:proofErr w:type="gramEnd"/>
            <w:r w:rsidR="00352779" w:rsidRPr="00352779">
              <w:rPr>
                <w:rFonts w:ascii="Times New Roman" w:hAnsi="Times New Roman"/>
                <w:sz w:val="24"/>
              </w:rPr>
              <w:t xml:space="preserve"> page of this newsletter.</w:t>
            </w:r>
          </w:p>
          <w:p w:rsidR="008877CD" w:rsidRDefault="0054269F" w:rsidP="0035277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C50288" w:rsidRDefault="00C50288" w:rsidP="00352779">
            <w:pPr>
              <w:rPr>
                <w:rFonts w:ascii="Times New Roman" w:hAnsi="Times New Roman"/>
                <w:sz w:val="24"/>
              </w:rPr>
            </w:pPr>
          </w:p>
          <w:p w:rsidR="00211478" w:rsidRDefault="00211478" w:rsidP="00352779">
            <w:pPr>
              <w:rPr>
                <w:rFonts w:ascii="Times New Roman" w:hAnsi="Times New Roman"/>
                <w:sz w:val="24"/>
              </w:rPr>
            </w:pPr>
          </w:p>
          <w:p w:rsidR="00211478" w:rsidRDefault="00211478" w:rsidP="00352779">
            <w:pPr>
              <w:rPr>
                <w:rFonts w:ascii="Times New Roman" w:hAnsi="Times New Roman"/>
                <w:sz w:val="24"/>
              </w:rPr>
            </w:pPr>
          </w:p>
          <w:p w:rsidR="00380615" w:rsidRDefault="008877CD" w:rsidP="003E4596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="00380615">
              <w:rPr>
                <w:rFonts w:ascii="Times New Roman" w:hAnsi="Times New Roman"/>
                <w:sz w:val="24"/>
              </w:rPr>
              <w:t xml:space="preserve">                        </w:t>
            </w:r>
            <w:r w:rsidR="00380615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</w:t>
            </w:r>
          </w:p>
          <w:p w:rsidR="007F6EE4" w:rsidRPr="001126AC" w:rsidRDefault="009F6CBE" w:rsidP="005A4B59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1126AC">
              <w:rPr>
                <w:rFonts w:ascii="Times New Roman" w:hAnsi="Times New Roman"/>
                <w:b/>
                <w:i/>
                <w:sz w:val="32"/>
                <w:szCs w:val="32"/>
              </w:rPr>
              <w:lastRenderedPageBreak/>
              <w:t>Parents and Guardians Survivors’ Guid</w:t>
            </w:r>
            <w:r w:rsidR="009A7078" w:rsidRPr="001126AC">
              <w:rPr>
                <w:rFonts w:ascii="Times New Roman" w:hAnsi="Times New Roman"/>
                <w:b/>
                <w:i/>
                <w:sz w:val="32"/>
                <w:szCs w:val="32"/>
              </w:rPr>
              <w:t>e</w:t>
            </w:r>
          </w:p>
          <w:p w:rsidR="001126AC" w:rsidRDefault="009F6CBE" w:rsidP="005A4B59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1126AC">
              <w:rPr>
                <w:rFonts w:ascii="Times New Roman" w:hAnsi="Times New Roman"/>
                <w:b/>
                <w:i/>
                <w:sz w:val="32"/>
                <w:szCs w:val="32"/>
              </w:rPr>
              <w:t>Important Links to Help You and Your Child</w:t>
            </w:r>
          </w:p>
          <w:p w:rsidR="0065380C" w:rsidRDefault="009F6CBE" w:rsidP="005A4B59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32"/>
                <w:szCs w:val="32"/>
              </w:rPr>
            </w:pPr>
            <w:r w:rsidRPr="001126AC">
              <w:rPr>
                <w:rFonts w:ascii="Times New Roman" w:hAnsi="Times New Roman"/>
                <w:b/>
                <w:i/>
                <w:sz w:val="32"/>
                <w:szCs w:val="32"/>
              </w:rPr>
              <w:t xml:space="preserve"> Navigate Middle School</w:t>
            </w:r>
          </w:p>
          <w:p w:rsidR="007772ED" w:rsidRPr="001126AC" w:rsidRDefault="007772ED" w:rsidP="005A4B59">
            <w:pPr>
              <w:pStyle w:val="ListParagraph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9F6CBE" w:rsidRDefault="009F6CBE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704FD7">
              <w:rPr>
                <w:rFonts w:ascii="Times New Roman" w:hAnsi="Times New Roman"/>
                <w:b/>
                <w:i/>
                <w:sz w:val="24"/>
                <w:u w:val="single"/>
              </w:rPr>
              <w:t>Armstrong’s Honor Society 201</w:t>
            </w:r>
            <w:r w:rsidR="00E704D3">
              <w:rPr>
                <w:rFonts w:ascii="Times New Roman" w:hAnsi="Times New Roman"/>
                <w:b/>
                <w:i/>
                <w:sz w:val="24"/>
                <w:u w:val="single"/>
              </w:rPr>
              <w:t>7 – 2018</w:t>
            </w:r>
            <w:r w:rsidRPr="00704FD7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 Requirements</w:t>
            </w:r>
          </w:p>
          <w:p w:rsidR="00B55468" w:rsidRPr="00B55468" w:rsidRDefault="000334DF" w:rsidP="009F6CBE">
            <w:pPr>
              <w:rPr>
                <w:rFonts w:ascii="Times New Roman" w:hAnsi="Times New Roman"/>
                <w:i/>
                <w:sz w:val="24"/>
                <w:u w:val="single"/>
              </w:rPr>
            </w:pPr>
            <w:hyperlink r:id="rId27" w:history="1">
              <w:r w:rsidR="00B55468" w:rsidRPr="00B55468">
                <w:rPr>
                  <w:rStyle w:val="Hyperlink"/>
                  <w:rFonts w:ascii="Times New Roman" w:hAnsi="Times New Roman"/>
                  <w:i/>
                  <w:sz w:val="24"/>
                </w:rPr>
                <w:t>http://bit.ly/2vavJXB</w:t>
              </w:r>
            </w:hyperlink>
          </w:p>
          <w:p w:rsidR="000C5461" w:rsidRDefault="000C5461" w:rsidP="009F6CBE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0C5461" w:rsidRDefault="000C5461" w:rsidP="000C5461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  <w:r w:rsidRPr="000C5461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Athletic Eligibility Requirements</w:t>
            </w:r>
          </w:p>
          <w:p w:rsidR="00B55468" w:rsidRPr="00B55468" w:rsidRDefault="00B55468" w:rsidP="000C5461">
            <w:pPr>
              <w:rPr>
                <w:rStyle w:val="Hyperlink"/>
                <w:rFonts w:ascii="Times New Roman" w:hAnsi="Times New Roman"/>
                <w:i/>
                <w:color w:val="auto"/>
                <w:sz w:val="24"/>
              </w:rPr>
            </w:pPr>
            <w:r w:rsidRPr="00B55468">
              <w:rPr>
                <w:rStyle w:val="Hyperlink"/>
                <w:rFonts w:ascii="Times New Roman" w:hAnsi="Times New Roman"/>
                <w:i/>
                <w:color w:val="auto"/>
                <w:sz w:val="24"/>
              </w:rPr>
              <w:t>http://bit.ly/2xgB0dI</w:t>
            </w:r>
          </w:p>
          <w:p w:rsidR="000C5461" w:rsidRDefault="000C5461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Default="009F6CBE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C935D7">
              <w:rPr>
                <w:rFonts w:ascii="Times New Roman" w:hAnsi="Times New Roman"/>
                <w:b/>
                <w:i/>
                <w:sz w:val="24"/>
                <w:u w:val="single"/>
              </w:rPr>
              <w:t>Attendance Policy</w:t>
            </w:r>
          </w:p>
          <w:p w:rsidR="00B55468" w:rsidRDefault="000334DF" w:rsidP="009F6CBE">
            <w:pPr>
              <w:rPr>
                <w:rStyle w:val="Hyperlink"/>
                <w:rFonts w:ascii="Times New Roman" w:hAnsi="Times New Roman"/>
                <w:i/>
                <w:sz w:val="24"/>
              </w:rPr>
            </w:pPr>
            <w:hyperlink r:id="rId28" w:history="1">
              <w:r w:rsidR="00BD4BC1" w:rsidRPr="00762D41">
                <w:rPr>
                  <w:rStyle w:val="Hyperlink"/>
                  <w:rFonts w:ascii="Times New Roman" w:hAnsi="Times New Roman"/>
                  <w:i/>
                  <w:sz w:val="24"/>
                </w:rPr>
                <w:t>http://bit.ly/2g9dRWG</w:t>
              </w:r>
            </w:hyperlink>
          </w:p>
          <w:p w:rsidR="00CD7464" w:rsidRDefault="00CD7464" w:rsidP="009F6CBE">
            <w:pPr>
              <w:rPr>
                <w:rFonts w:ascii="Times New Roman" w:hAnsi="Times New Roman"/>
                <w:i/>
                <w:sz w:val="24"/>
                <w:u w:val="single"/>
              </w:rPr>
            </w:pPr>
          </w:p>
          <w:p w:rsidR="00BD4BC1" w:rsidRDefault="00BD4BC1" w:rsidP="009F6CBE">
            <w:pPr>
              <w:rPr>
                <w:rFonts w:ascii="Times New Roman" w:hAnsi="Times New Roman"/>
                <w:sz w:val="24"/>
              </w:rPr>
            </w:pPr>
            <w:r w:rsidRPr="00CD7464">
              <w:rPr>
                <w:rFonts w:ascii="Times New Roman" w:hAnsi="Times New Roman"/>
                <w:b/>
                <w:sz w:val="24"/>
              </w:rPr>
              <w:t>Please email absence notes regarding your child to Mrs. Jill Stinson at</w:t>
            </w:r>
            <w:r w:rsidRPr="00BD4BC1">
              <w:rPr>
                <w:rFonts w:ascii="Times New Roman" w:hAnsi="Times New Roman"/>
                <w:sz w:val="24"/>
              </w:rPr>
              <w:t xml:space="preserve"> </w:t>
            </w:r>
            <w:hyperlink r:id="rId29" w:history="1">
              <w:r w:rsidRPr="00762D41">
                <w:rPr>
                  <w:rStyle w:val="Hyperlink"/>
                  <w:rFonts w:ascii="Times New Roman" w:hAnsi="Times New Roman"/>
                  <w:sz w:val="24"/>
                </w:rPr>
                <w:t>jill.stinson@bristoltwpsd.org</w:t>
              </w:r>
            </w:hyperlink>
          </w:p>
          <w:p w:rsidR="00B55468" w:rsidRPr="00C935D7" w:rsidRDefault="00B55468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  <w:p w:rsidR="001C5BA4" w:rsidRPr="001C5BA4" w:rsidRDefault="001C5BA4" w:rsidP="009F6CBE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  <w:r w:rsidRPr="001C5BA4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Community Opportunities</w:t>
            </w:r>
          </w:p>
          <w:p w:rsidR="001C5BA4" w:rsidRDefault="000334DF" w:rsidP="009F6CBE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0" w:history="1">
              <w:r w:rsidR="001C5BA4" w:rsidRPr="00D255B3">
                <w:rPr>
                  <w:rStyle w:val="Hyperlink"/>
                  <w:rFonts w:ascii="Times New Roman" w:hAnsi="Times New Roman"/>
                  <w:sz w:val="24"/>
                </w:rPr>
                <w:t>http://bit.ly/2r95rPl</w:t>
              </w:r>
            </w:hyperlink>
          </w:p>
          <w:p w:rsidR="001C5BA4" w:rsidRDefault="001C5BA4" w:rsidP="009F6CBE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583D38" w:rsidRPr="001C5BA4" w:rsidRDefault="001C5BA4" w:rsidP="009F6CBE">
            <w:pPr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1C5BA4">
              <w:rPr>
                <w:rFonts w:ascii="Times New Roman" w:hAnsi="Times New Roman"/>
                <w:sz w:val="24"/>
                <w:shd w:val="clear" w:color="auto" w:fill="FFFFFF"/>
              </w:rPr>
              <w:t xml:space="preserve">Armstrong Middle School is very pleased to share with you the listing of our </w:t>
            </w:r>
            <w:r w:rsidRPr="001C5BA4">
              <w:rPr>
                <w:rStyle w:val="Emphasis"/>
                <w:rFonts w:ascii="Times New Roman" w:hAnsi="Times New Roman"/>
                <w:sz w:val="24"/>
                <w:shd w:val="clear" w:color="auto" w:fill="FFFFFF"/>
              </w:rPr>
              <w:t>Community Opportunities.</w:t>
            </w:r>
            <w:r w:rsidRPr="001C5BA4">
              <w:rPr>
                <w:rStyle w:val="Strong"/>
                <w:rFonts w:ascii="Times New Roman" w:hAnsi="Times New Roman"/>
                <w:b w:val="0"/>
                <w:bCs w:val="0"/>
                <w:sz w:val="24"/>
                <w:shd w:val="clear" w:color="auto" w:fill="FFFFFF"/>
              </w:rPr>
              <w:t xml:space="preserve"> The listing</w:t>
            </w:r>
            <w:r w:rsidRPr="001C5BA4">
              <w:rPr>
                <w:rFonts w:ascii="Times New Roman" w:hAnsi="Times New Roman"/>
                <w:sz w:val="24"/>
                <w:shd w:val="clear" w:color="auto" w:fill="FFFFFF"/>
              </w:rPr>
              <w:t xml:space="preserve"> provides our students with the organizations and contact information for Bucks County organizations </w:t>
            </w:r>
            <w:r w:rsidR="00BD4BC1">
              <w:rPr>
                <w:rFonts w:ascii="Times New Roman" w:hAnsi="Times New Roman"/>
                <w:sz w:val="24"/>
                <w:shd w:val="clear" w:color="auto" w:fill="FFFFFF"/>
              </w:rPr>
              <w:t>which</w:t>
            </w:r>
            <w:r w:rsidRPr="001C5BA4">
              <w:rPr>
                <w:rFonts w:ascii="Times New Roman" w:hAnsi="Times New Roman"/>
                <w:sz w:val="24"/>
                <w:shd w:val="clear" w:color="auto" w:fill="FFFFFF"/>
              </w:rPr>
              <w:t xml:space="preserve"> provide volunteer or participation opportunities. </w:t>
            </w:r>
          </w:p>
          <w:p w:rsidR="001C5BA4" w:rsidRPr="00583D38" w:rsidRDefault="001C5BA4" w:rsidP="009F6CBE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583D38" w:rsidRDefault="00583D38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bookmarkStart w:id="1" w:name="Armstrong_Middle_School_is_very_pleased_"/>
            <w:bookmarkEnd w:id="1"/>
            <w:r w:rsidRPr="00583D38">
              <w:rPr>
                <w:rFonts w:ascii="Times New Roman" w:hAnsi="Times New Roman"/>
                <w:b/>
                <w:i/>
                <w:sz w:val="24"/>
                <w:u w:val="single"/>
              </w:rPr>
              <w:t>Community Partnerships</w:t>
            </w:r>
          </w:p>
          <w:p w:rsidR="001C5BA4" w:rsidRDefault="000334DF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hyperlink r:id="rId31" w:history="1">
              <w:r w:rsidR="001C5BA4" w:rsidRPr="001C5BA4">
                <w:rPr>
                  <w:rStyle w:val="Hyperlink"/>
                  <w:rFonts w:ascii="Times New Roman" w:hAnsi="Times New Roman"/>
                  <w:sz w:val="24"/>
                </w:rPr>
                <w:t>http://bit.ly/2fIZljk</w:t>
              </w:r>
            </w:hyperlink>
          </w:p>
          <w:p w:rsidR="00583D38" w:rsidRPr="00583D38" w:rsidRDefault="00583D38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  <w:p w:rsidR="00583D38" w:rsidRPr="001C5BA4" w:rsidRDefault="00583D38" w:rsidP="009F6CBE">
            <w:pPr>
              <w:rPr>
                <w:rStyle w:val="Hyperlink"/>
                <w:rFonts w:ascii="Times New Roman" w:hAnsi="Times New Roman"/>
                <w:sz w:val="24"/>
              </w:rPr>
            </w:pPr>
            <w:r w:rsidRPr="001C5BA4">
              <w:rPr>
                <w:rFonts w:ascii="Times New Roman" w:hAnsi="Times New Roman"/>
                <w:sz w:val="24"/>
              </w:rPr>
              <w:t xml:space="preserve">Armstrong Middle School is very pleased to share with you the partnerships we have developed with the following Bucks County organizations on behalf of our students. Please click on the </w:t>
            </w:r>
            <w:r w:rsidRPr="001C5BA4">
              <w:rPr>
                <w:rStyle w:val="Emphasis"/>
                <w:rFonts w:ascii="Times New Roman" w:hAnsi="Times New Roman"/>
                <w:sz w:val="24"/>
              </w:rPr>
              <w:t>download</w:t>
            </w:r>
            <w:r w:rsidRPr="001C5BA4">
              <w:rPr>
                <w:rFonts w:ascii="Times New Roman" w:hAnsi="Times New Roman"/>
                <w:sz w:val="24"/>
              </w:rPr>
              <w:t xml:space="preserve"> below to discover the wonderful services they offer here at Armstrong as well as in our community.</w:t>
            </w:r>
          </w:p>
          <w:p w:rsidR="00693633" w:rsidRPr="00693633" w:rsidRDefault="00693633" w:rsidP="009F6CBE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</w:p>
          <w:p w:rsidR="00CD7464" w:rsidRDefault="000C5461" w:rsidP="00CD7464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CD7464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District Grading Policy </w:t>
            </w:r>
          </w:p>
          <w:p w:rsidR="00CD7464" w:rsidRDefault="000334DF" w:rsidP="00CD7464">
            <w:pPr>
              <w:rPr>
                <w:rFonts w:ascii="Times New Roman" w:hAnsi="Times New Roman"/>
                <w:sz w:val="24"/>
                <w:u w:val="single"/>
              </w:rPr>
            </w:pPr>
            <w:hyperlink r:id="rId32" w:history="1">
              <w:r w:rsidR="00CD7464" w:rsidRPr="006D5339">
                <w:rPr>
                  <w:rStyle w:val="Hyperlink"/>
                  <w:rFonts w:ascii="Times New Roman" w:hAnsi="Times New Roman"/>
                  <w:sz w:val="24"/>
                </w:rPr>
                <w:t>http://bit.ly/2dZYoWE</w:t>
              </w:r>
            </w:hyperlink>
          </w:p>
          <w:p w:rsidR="00CD7464" w:rsidRDefault="00CD7464" w:rsidP="00CD7464">
            <w:pPr>
              <w:rPr>
                <w:rFonts w:ascii="Times New Roman" w:hAnsi="Times New Roman"/>
                <w:sz w:val="24"/>
                <w:u w:val="single"/>
              </w:rPr>
            </w:pPr>
          </w:p>
          <w:p w:rsidR="000C5461" w:rsidRPr="00CD7464" w:rsidRDefault="000C5461" w:rsidP="000C5461">
            <w:pPr>
              <w:rPr>
                <w:rStyle w:val="Strong"/>
                <w:rFonts w:ascii="Times New Roman" w:hAnsi="Times New Roman"/>
                <w:b w:val="0"/>
                <w:sz w:val="24"/>
              </w:rPr>
            </w:pPr>
            <w:r w:rsidRPr="00CD7464">
              <w:rPr>
                <w:rFonts w:ascii="Times New Roman" w:hAnsi="Times New Roman"/>
                <w:sz w:val="24"/>
              </w:rPr>
              <w:t xml:space="preserve">Provides criteria for </w:t>
            </w:r>
            <w:r w:rsidRPr="00CD7464">
              <w:rPr>
                <w:rFonts w:ascii="Times New Roman" w:hAnsi="Times New Roman"/>
                <w:b/>
                <w:i/>
                <w:sz w:val="24"/>
              </w:rPr>
              <w:t>Honor Roll</w:t>
            </w:r>
            <w:r w:rsidRPr="00CD7464">
              <w:rPr>
                <w:rFonts w:ascii="Times New Roman" w:hAnsi="Times New Roman"/>
                <w:sz w:val="24"/>
              </w:rPr>
              <w:t xml:space="preserve">, </w:t>
            </w:r>
            <w:r w:rsidRPr="00CD7464">
              <w:rPr>
                <w:rFonts w:ascii="Times New Roman" w:hAnsi="Times New Roman"/>
                <w:b/>
                <w:i/>
                <w:sz w:val="24"/>
              </w:rPr>
              <w:t>Course Failure</w:t>
            </w:r>
            <w:r w:rsidRPr="00CD7464">
              <w:rPr>
                <w:rFonts w:ascii="Times New Roman" w:hAnsi="Times New Roman"/>
                <w:sz w:val="24"/>
              </w:rPr>
              <w:t xml:space="preserve">, </w:t>
            </w:r>
            <w:proofErr w:type="gramStart"/>
            <w:r w:rsidRPr="00CD7464">
              <w:rPr>
                <w:rFonts w:ascii="Times New Roman" w:hAnsi="Times New Roman"/>
                <w:b/>
                <w:i/>
                <w:sz w:val="24"/>
              </w:rPr>
              <w:t>Failure</w:t>
            </w:r>
            <w:proofErr w:type="gramEnd"/>
            <w:r w:rsidRPr="00CD7464">
              <w:rPr>
                <w:rFonts w:ascii="Times New Roman" w:hAnsi="Times New Roman"/>
                <w:b/>
                <w:i/>
                <w:sz w:val="24"/>
              </w:rPr>
              <w:t xml:space="preserve"> for the Year</w:t>
            </w:r>
            <w:r w:rsidRPr="00CD7464">
              <w:rPr>
                <w:rFonts w:ascii="Times New Roman" w:hAnsi="Times New Roman"/>
                <w:sz w:val="24"/>
              </w:rPr>
              <w:t xml:space="preserve">, and </w:t>
            </w:r>
            <w:r w:rsidRPr="00CD7464">
              <w:rPr>
                <w:rStyle w:val="Strong"/>
                <w:rFonts w:ascii="Times New Roman" w:hAnsi="Times New Roman"/>
                <w:i/>
                <w:sz w:val="24"/>
              </w:rPr>
              <w:t>Athlete Eligibility Requirement</w:t>
            </w:r>
            <w:r w:rsidRPr="00CD7464">
              <w:rPr>
                <w:rStyle w:val="Strong"/>
                <w:rFonts w:ascii="Times New Roman" w:hAnsi="Times New Roman"/>
                <w:b w:val="0"/>
                <w:sz w:val="24"/>
              </w:rPr>
              <w:t>.</w:t>
            </w:r>
          </w:p>
          <w:p w:rsidR="006E53E6" w:rsidRDefault="006E53E6" w:rsidP="000C5461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6E53E6" w:rsidRDefault="006E53E6" w:rsidP="006E53E6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Family Services </w:t>
            </w:r>
            <w:r w:rsidRPr="002E195D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Association </w:t>
            </w:r>
            <w:r w:rsidRPr="002E195D">
              <w:rPr>
                <w:rFonts w:ascii="Times New Roman" w:hAnsi="Times New Roman"/>
                <w:sz w:val="24"/>
                <w:u w:val="single"/>
              </w:rPr>
              <w:t xml:space="preserve">– </w:t>
            </w:r>
            <w:r w:rsidRPr="002E195D">
              <w:rPr>
                <w:rFonts w:ascii="Times New Roman" w:hAnsi="Times New Roman"/>
                <w:b/>
                <w:i/>
                <w:sz w:val="24"/>
                <w:u w:val="single"/>
              </w:rPr>
              <w:t>Counseling Services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5A4B59" w:rsidRDefault="000334DF" w:rsidP="006E53E6">
            <w:pPr>
              <w:rPr>
                <w:rFonts w:ascii="Times New Roman" w:hAnsi="Times New Roman"/>
                <w:sz w:val="24"/>
              </w:rPr>
            </w:pPr>
            <w:hyperlink r:id="rId33" w:history="1">
              <w:r w:rsidR="005A4B59" w:rsidRPr="00D255B3">
                <w:rPr>
                  <w:rStyle w:val="Hyperlink"/>
                  <w:rFonts w:ascii="Times New Roman" w:hAnsi="Times New Roman"/>
                  <w:sz w:val="24"/>
                  <w:shd w:val="clear" w:color="auto" w:fill="FFFFFF"/>
                </w:rPr>
                <w:t>http://bit.ly/2fRTRWZ</w:t>
              </w:r>
            </w:hyperlink>
          </w:p>
          <w:p w:rsidR="005A4B59" w:rsidRDefault="005A4B59" w:rsidP="006E53E6">
            <w:pPr>
              <w:rPr>
                <w:rFonts w:ascii="Times New Roman" w:hAnsi="Times New Roman"/>
                <w:sz w:val="24"/>
              </w:rPr>
            </w:pPr>
          </w:p>
          <w:p w:rsidR="00BF7160" w:rsidRDefault="006E53E6" w:rsidP="006E53E6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2E1BF5">
              <w:rPr>
                <w:rFonts w:ascii="Times New Roman" w:hAnsi="Times New Roman"/>
                <w:sz w:val="24"/>
              </w:rPr>
              <w:t>I</w:t>
            </w:r>
            <w:r w:rsidRPr="002E1BF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mproving the lives of children and their families, doing whatever it takes to help them overcome obstacles and reach their full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F45F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potential.</w:t>
            </w:r>
            <w:r w:rsidR="005A4B59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</w:t>
            </w:r>
          </w:p>
          <w:p w:rsidR="00BF7160" w:rsidRDefault="00BF7160" w:rsidP="006E53E6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</w:p>
          <w:p w:rsidR="005A4B59" w:rsidRDefault="009F6CBE" w:rsidP="003C392C">
            <w:pPr>
              <w:rPr>
                <w:rFonts w:ascii="Times New Roman" w:hAnsi="Times New Roman"/>
                <w:sz w:val="24"/>
              </w:rPr>
            </w:pP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H</w:t>
            </w:r>
            <w:r w:rsidRPr="00D904E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ealth Insurance Resources </w:t>
            </w: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–</w:t>
            </w:r>
            <w:r w:rsidRPr="00D904E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 </w:t>
            </w: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Public Citizens for Children and Youth</w:t>
            </w:r>
            <w:r w:rsidR="005A4B59">
              <w:rPr>
                <w:rFonts w:ascii="Times New Roman" w:hAnsi="Times New Roman"/>
                <w:sz w:val="24"/>
              </w:rPr>
              <w:t xml:space="preserve"> </w:t>
            </w:r>
          </w:p>
          <w:p w:rsidR="005A4B59" w:rsidRDefault="000334DF" w:rsidP="003C392C">
            <w:pPr>
              <w:rPr>
                <w:rFonts w:ascii="Times New Roman" w:hAnsi="Times New Roman"/>
                <w:sz w:val="24"/>
              </w:rPr>
            </w:pPr>
            <w:hyperlink r:id="rId34" w:history="1">
              <w:r w:rsidR="005A4B59" w:rsidRPr="00D255B3">
                <w:rPr>
                  <w:rStyle w:val="Hyperlink"/>
                  <w:rFonts w:ascii="Times New Roman" w:hAnsi="Times New Roman"/>
                  <w:sz w:val="24"/>
                  <w:shd w:val="clear" w:color="auto" w:fill="FFFFFF"/>
                </w:rPr>
                <w:t>http://bit.ly/2eJrOoY</w:t>
              </w:r>
            </w:hyperlink>
          </w:p>
          <w:p w:rsidR="005A4B59" w:rsidRDefault="005A4B59" w:rsidP="003C392C">
            <w:pPr>
              <w:rPr>
                <w:rFonts w:ascii="Times New Roman" w:hAnsi="Times New Roman"/>
                <w:sz w:val="24"/>
              </w:rPr>
            </w:pPr>
          </w:p>
          <w:p w:rsidR="00613007" w:rsidRPr="00D13CEF" w:rsidRDefault="009F6CBE" w:rsidP="00CD7464">
            <w:pPr>
              <w:rPr>
                <w:noProof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nclude directions on how to apply for </w:t>
            </w:r>
            <w:r w:rsidRPr="002E195D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Medical Assistance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</w:t>
            </w:r>
            <w:r w:rsidRPr="002E195D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CHIP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a child health helpline to assist families over the phone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.</w:t>
            </w:r>
            <w:r w:rsidR="005A4B59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</w:t>
            </w:r>
          </w:p>
        </w:tc>
      </w:tr>
      <w:tr w:rsidR="00960C30" w:rsidRPr="00D13CEF" w:rsidTr="0052165B">
        <w:trPr>
          <w:trHeight w:val="1091"/>
          <w:jc w:val="center"/>
        </w:trPr>
        <w:tc>
          <w:tcPr>
            <w:tcW w:w="2934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p w:rsidR="00960C30" w:rsidRDefault="00960C30"/>
          <w:p w:rsidR="00DF6674" w:rsidRPr="00F863B6" w:rsidRDefault="007D0151" w:rsidP="00C06227">
            <w:pPr>
              <w:pStyle w:val="Quotation2Numbered"/>
              <w:numPr>
                <w:ilvl w:val="0"/>
                <w:numId w:val="0"/>
              </w:numPr>
              <w:rPr>
                <w:rFonts w:ascii="Times New Roman" w:hAnsi="Times New Roman"/>
                <w:b/>
                <w:noProof/>
                <w:sz w:val="34"/>
                <w:szCs w:val="34"/>
              </w:rPr>
            </w:pP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A</w:t>
            </w:r>
            <w:r w:rsidR="00C06227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rmstrong is </w:t>
            </w: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 ver</w:t>
            </w:r>
            <w:r w:rsidR="00DF6674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y pleased that the organizations</w:t>
            </w: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 listed to the right</w:t>
            </w:r>
            <w:r w:rsidR="001126AC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 with an x</w:t>
            </w: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 are </w:t>
            </w:r>
            <w:r w:rsidR="00C06227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here tonight to help you and your child.</w:t>
            </w:r>
          </w:p>
          <w:p w:rsidR="00CC60AA" w:rsidRDefault="00DF6674" w:rsidP="00DF6674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4"/>
                <w:szCs w:val="34"/>
              </w:rPr>
            </w:pP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Summary information about each organ</w:t>
            </w:r>
            <w:r w:rsidR="00F863B6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ization </w:t>
            </w: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can be found on the Community Partnerships handout located at this link:</w:t>
            </w:r>
          </w:p>
          <w:p w:rsidR="00DF6674" w:rsidRDefault="000334DF" w:rsidP="00DF6674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i w:val="0"/>
                <w:noProof/>
                <w:sz w:val="20"/>
                <w:szCs w:val="20"/>
              </w:rPr>
            </w:pPr>
            <w:hyperlink r:id="rId35" w:history="1">
              <w:r w:rsidR="00CC60AA" w:rsidRPr="00762D41">
                <w:rPr>
                  <w:rStyle w:val="Hyperlink"/>
                  <w:rFonts w:ascii="Times New Roman" w:hAnsi="Times New Roman"/>
                  <w:i w:val="0"/>
                  <w:noProof/>
                  <w:sz w:val="20"/>
                  <w:szCs w:val="20"/>
                </w:rPr>
                <w:t>http://bit.ly/2fIZljk</w:t>
              </w:r>
            </w:hyperlink>
          </w:p>
          <w:p w:rsidR="00B2726B" w:rsidRPr="00F863B6" w:rsidRDefault="00DF6674" w:rsidP="00B2726B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b/>
                <w:i w:val="0"/>
                <w:color w:val="auto"/>
                <w:sz w:val="34"/>
                <w:szCs w:val="34"/>
              </w:rPr>
            </w:pPr>
            <w:r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If the</w:t>
            </w:r>
            <w:r w:rsidR="00C37A88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 xml:space="preserve">re is an * by the </w:t>
            </w:r>
            <w:r w:rsidR="001126AC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n</w:t>
            </w:r>
            <w:r w:rsidR="00F863B6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ame, summary informa</w:t>
            </w:r>
            <w:r w:rsidR="00C37A88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t</w:t>
            </w:r>
            <w:r w:rsidR="00F863B6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i</w:t>
            </w:r>
            <w:r w:rsidR="00C37A88" w:rsidRPr="00F863B6">
              <w:rPr>
                <w:rFonts w:ascii="Times New Roman" w:hAnsi="Times New Roman"/>
                <w:b/>
                <w:noProof/>
                <w:sz w:val="34"/>
                <w:szCs w:val="34"/>
              </w:rPr>
              <w:t>on can also be found on the Community Opportunities handout at this link:</w:t>
            </w:r>
          </w:p>
          <w:p w:rsidR="007D0151" w:rsidRPr="00F863B6" w:rsidRDefault="000334DF" w:rsidP="00C06227">
            <w:pPr>
              <w:rPr>
                <w:rFonts w:ascii="Times New Roman" w:hAnsi="Times New Roman"/>
                <w:color w:val="0000FF" w:themeColor="hyperlink"/>
                <w:sz w:val="20"/>
                <w:szCs w:val="20"/>
                <w:u w:val="single"/>
              </w:rPr>
            </w:pPr>
            <w:hyperlink r:id="rId36" w:history="1">
              <w:r w:rsidR="00B2726B" w:rsidRPr="00F863B6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http://bit.ly/2r95rPl</w:t>
              </w:r>
            </w:hyperlink>
          </w:p>
        </w:tc>
        <w:tc>
          <w:tcPr>
            <w:tcW w:w="8658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67334D" w:rsidRPr="00806330" w:rsidRDefault="0067334D" w:rsidP="0067334D">
            <w:pPr>
              <w:shd w:val="clear" w:color="auto" w:fill="FFFFFF"/>
              <w:ind w:right="465"/>
              <w:jc w:val="center"/>
              <w:rPr>
                <w:rFonts w:ascii="Times New Roman" w:hAnsi="Times New Roman"/>
                <w:b/>
                <w:bCs/>
                <w:color w:val="22222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222222"/>
                <w:sz w:val="20"/>
                <w:szCs w:val="20"/>
              </w:rPr>
              <w:t xml:space="preserve">                  </w:t>
            </w:r>
            <w:r w:rsidRPr="00806330">
              <w:rPr>
                <w:rFonts w:ascii="Times New Roman" w:hAnsi="Times New Roman"/>
                <w:b/>
                <w:bCs/>
                <w:color w:val="222222"/>
                <w:sz w:val="20"/>
                <w:szCs w:val="20"/>
              </w:rPr>
              <w:t xml:space="preserve">Armstrong Open House Exhibitors’ Listing 2017 – 2018 </w:t>
            </w:r>
            <w:r w:rsidRPr="00806330">
              <w:rPr>
                <w:noProof/>
                <w:sz w:val="20"/>
                <w:szCs w:val="20"/>
              </w:rPr>
              <w:drawing>
                <wp:inline distT="0" distB="0" distL="0" distR="0" wp14:anchorId="64500EBE" wp14:editId="6E528183">
                  <wp:extent cx="365760" cy="222637"/>
                  <wp:effectExtent l="0" t="0" r="0" b="6350"/>
                  <wp:docPr id="6" name="Picture 6" descr="prgrsvimghttp://ts1.mm.bing.net/th?id=H.4634129126656937&amp;w=207&amp;h=207&amp;c=8&amp;pid=3.1&amp;qlt=90&amp;rm=2">
                    <a:hlinkClick xmlns:a="http://schemas.openxmlformats.org/drawingml/2006/main" r:id="rId37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prgrsvimghttp://ts1.mm.bing.net/th?id=H.4634129126656937&amp;w=207&amp;h=207&amp;c=8&amp;pid=3.1&amp;qlt=90&amp;rm=2">
                            <a:hlinkClick r:id="rId37"/>
                          </pic:cNvPr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483" cy="222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4D" w:rsidRPr="00806330" w:rsidRDefault="0067334D" w:rsidP="0067334D">
            <w:pPr>
              <w:shd w:val="clear" w:color="auto" w:fill="FFFFFF"/>
              <w:ind w:right="465"/>
              <w:jc w:val="center"/>
              <w:rPr>
                <w:rFonts w:ascii="Times New Roman" w:hAnsi="Times New Roman"/>
                <w:b/>
                <w:bCs/>
                <w:color w:val="555555"/>
                <w:sz w:val="20"/>
                <w:szCs w:val="20"/>
              </w:rPr>
            </w:pPr>
            <w:r w:rsidRPr="00806330">
              <w:rPr>
                <w:rFonts w:ascii="Times New Roman" w:hAnsi="Times New Roman"/>
                <w:b/>
                <w:bCs/>
                <w:color w:val="22222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b/>
                <w:bCs/>
                <w:color w:val="222222"/>
                <w:sz w:val="20"/>
                <w:szCs w:val="20"/>
              </w:rPr>
              <w:t xml:space="preserve">         </w:t>
            </w:r>
            <w:r w:rsidRPr="00806330">
              <w:rPr>
                <w:rFonts w:ascii="Times New Roman" w:hAnsi="Times New Roman"/>
                <w:b/>
                <w:bCs/>
                <w:color w:val="222222"/>
                <w:sz w:val="20"/>
                <w:szCs w:val="20"/>
              </w:rPr>
              <w:t xml:space="preserve">  September 13 and 14, 2017 – Starting at 5:30 p.m.</w:t>
            </w:r>
          </w:p>
          <w:tbl>
            <w:tblPr>
              <w:tblW w:w="7488" w:type="dxa"/>
              <w:tblInd w:w="375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1296"/>
              <w:gridCol w:w="1296"/>
              <w:gridCol w:w="1296"/>
            </w:tblGrid>
            <w:tr w:rsidR="0067334D" w:rsidRPr="00DC49B1" w:rsidTr="00EF1942">
              <w:trPr>
                <w:trHeight w:val="864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665D5D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b/>
                      <w:bCs/>
                      <w:color w:val="000000"/>
                      <w:szCs w:val="18"/>
                    </w:rPr>
                    <w:t>Name of Organizations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665D5D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b/>
                      <w:bCs/>
                      <w:color w:val="000000"/>
                      <w:szCs w:val="18"/>
                    </w:rPr>
                    <w:t>Wednesday, September 13; Grade 6 only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665D5D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b/>
                      <w:bCs/>
                      <w:color w:val="000000"/>
                      <w:szCs w:val="18"/>
                    </w:rPr>
                    <w:t>Thursday, September 14; Grades</w:t>
                  </w:r>
                </w:p>
                <w:p w:rsidR="0067334D" w:rsidRPr="00806330" w:rsidRDefault="0067334D" w:rsidP="00665D5D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b/>
                      <w:bCs/>
                      <w:color w:val="000000"/>
                      <w:szCs w:val="18"/>
                    </w:rPr>
                    <w:t xml:space="preserve"> 7 and 8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665D5D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b/>
                      <w:szCs w:val="18"/>
                    </w:rPr>
                    <w:t>Table</w:t>
                  </w:r>
                </w:p>
                <w:p w:rsidR="0067334D" w:rsidRPr="00806330" w:rsidRDefault="0067334D" w:rsidP="00665D5D">
                  <w:pPr>
                    <w:pStyle w:val="NoSpacing"/>
                    <w:jc w:val="center"/>
                    <w:rPr>
                      <w:rFonts w:ascii="Times New Roman" w:hAnsi="Times New Roman"/>
                      <w:b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b/>
                      <w:szCs w:val="18"/>
                    </w:rPr>
                    <w:t>Number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Access Services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1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Armstrong Discount Cards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Armstrong Eighth Grade Advisors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3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Armstrong ROCKS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4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Armstrong Yearbook – Tiger Techs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5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Big Brothers Big Sisters of Bucks County*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6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szCs w:val="18"/>
                    </w:rPr>
                    <w:t>Bighorn Basin Paleontological Institute*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7,8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Bristol Township Police Department*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9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Bristol Township School District – Food Services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10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Bucks County Community College</w:t>
                  </w:r>
                  <w:r w:rsidR="00EF1942">
                    <w:rPr>
                      <w:rFonts w:ascii="Times New Roman" w:hAnsi="Times New Roman"/>
                      <w:color w:val="000000"/>
                      <w:szCs w:val="18"/>
                    </w:rPr>
                    <w:t xml:space="preserve"> - Admissions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11</w:t>
                  </w:r>
                </w:p>
              </w:tc>
            </w:tr>
            <w:tr w:rsidR="00EF1942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EF1942" w:rsidRDefault="00EF1942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18"/>
                    </w:rPr>
                    <w:t xml:space="preserve">Bucks County Community College </w:t>
                  </w:r>
                  <w:r>
                    <w:rPr>
                      <w:rFonts w:ascii="Times New Roman" w:hAnsi="Times New Roman"/>
                      <w:szCs w:val="18"/>
                    </w:rPr>
                    <w:t>–</w:t>
                  </w:r>
                </w:p>
                <w:p w:rsidR="00EF1942" w:rsidRPr="00EF1942" w:rsidRDefault="00EF1942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hyperlink r:id="rId39" w:history="1">
                    <w:r w:rsidRPr="00EF1942">
                      <w:rPr>
                        <w:rStyle w:val="Hyperlink"/>
                        <w:rFonts w:ascii="Times New Roman" w:hAnsi="Times New Roman"/>
                        <w:color w:val="auto"/>
                        <w:sz w:val="20"/>
                        <w:szCs w:val="20"/>
                        <w:u w:val="none"/>
                        <w:lang w:val="en"/>
                      </w:rPr>
                      <w:t>Kids on Campus</w:t>
                    </w:r>
                    <w:r w:rsidRPr="00EF1942">
                      <w:rPr>
                        <w:rStyle w:val="Hyperlink"/>
                        <w:rFonts w:ascii="Times New Roman" w:hAnsi="Times New Roman"/>
                        <w:b/>
                        <w:bCs/>
                        <w:color w:val="auto"/>
                        <w:sz w:val="20"/>
                        <w:szCs w:val="20"/>
                        <w:u w:val="none"/>
                        <w:lang w:val="en"/>
                      </w:rPr>
                      <w:t xml:space="preserve"> </w:t>
                    </w:r>
                  </w:hyperlink>
                </w:p>
              </w:tc>
              <w:tc>
                <w:tcPr>
                  <w:tcW w:w="1296" w:type="dxa"/>
                  <w:vAlign w:val="bottom"/>
                </w:tcPr>
                <w:p w:rsidR="00EF1942" w:rsidRPr="00806330" w:rsidRDefault="00EF1942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EF1942" w:rsidRPr="00806330" w:rsidRDefault="00EF1942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EF1942" w:rsidRPr="00806330" w:rsidRDefault="000334DF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18"/>
                    </w:rPr>
                    <w:t>12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Bucks County Drug &amp; Alcohol Commission, Inc.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pStyle w:val="NoSpacing"/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szCs w:val="18"/>
                    </w:rPr>
                    <w:t>13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Bucks County Free Library - Levittown Branch*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14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Catholic Social Services, Bucks County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15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bCs/>
                      <w:szCs w:val="18"/>
                    </w:rPr>
                    <w:t>Chandler Hall Hospice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16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Comcast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17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Delaware Valley Paleontological Society*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0334DF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18"/>
                    </w:rPr>
                    <w:t>18</w:t>
                  </w:r>
                  <w:r w:rsidR="0067334D"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,</w:t>
                  </w:r>
                  <w:r>
                    <w:rPr>
                      <w:rFonts w:ascii="Times New Roman" w:hAnsi="Times New Roman"/>
                      <w:color w:val="000000"/>
                      <w:szCs w:val="18"/>
                    </w:rPr>
                    <w:t xml:space="preserve"> 19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Family Service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0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Girl Scouts Riverside United*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1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Home and School Visitor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Inspire Federal Credit Union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3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Lower Bucks Family YMCA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4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MCC/Warwick Family Services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5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Network of Victim Assistance (NOVA)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6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 xml:space="preserve">PA </w:t>
                  </w:r>
                  <w:proofErr w:type="spellStart"/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CareerLink</w:t>
                  </w:r>
                  <w:proofErr w:type="spellEnd"/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 xml:space="preserve"> Bucks County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7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Public Citizens for Children and Youth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0334DF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18"/>
                    </w:rPr>
                    <w:t>28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St. Mary Medical Center Families Living Well*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0334DF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18"/>
                    </w:rPr>
                    <w:t>29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proofErr w:type="spellStart"/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TechGirlz</w:t>
                  </w:r>
                  <w:proofErr w:type="spellEnd"/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*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3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0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Thaddeus Stevens College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3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1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shd w:val="clear" w:color="auto" w:fill="auto"/>
                  <w:vAlign w:val="bottom"/>
                  <w:hideMark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The Council of Southeast Pennsylvania, Inc.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</w:p>
              </w:tc>
              <w:tc>
                <w:tcPr>
                  <w:tcW w:w="1296" w:type="dxa"/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szCs w:val="18"/>
                    </w:rPr>
                    <w:t>3</w:t>
                  </w:r>
                  <w:r w:rsidR="000334DF">
                    <w:rPr>
                      <w:rFonts w:ascii="Times New Roman" w:hAnsi="Times New Roman"/>
                      <w:szCs w:val="18"/>
                    </w:rPr>
                    <w:t>2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21</w:t>
                  </w:r>
                  <w:r w:rsidRPr="00806330">
                    <w:rPr>
                      <w:rFonts w:ascii="Times New Roman" w:hAnsi="Times New Roman"/>
                      <w:color w:val="000000"/>
                      <w:szCs w:val="18"/>
                      <w:vertAlign w:val="superscript"/>
                    </w:rPr>
                    <w:t>st</w:t>
                  </w: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 xml:space="preserve"> Century Grant – Success Zone</w:t>
                  </w:r>
                </w:p>
              </w:tc>
              <w:tc>
                <w:tcPr>
                  <w:tcW w:w="1296" w:type="dxa"/>
                  <w:tcBorders>
                    <w:bottom w:val="single" w:sz="4" w:space="0" w:color="auto"/>
                  </w:tcBorders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tcBorders>
                    <w:bottom w:val="single" w:sz="4" w:space="0" w:color="auto"/>
                  </w:tcBorders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tcBorders>
                    <w:bottom w:val="single" w:sz="4" w:space="0" w:color="auto"/>
                  </w:tcBorders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3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3</w:t>
                  </w:r>
                </w:p>
              </w:tc>
            </w:tr>
            <w:tr w:rsidR="0067334D" w:rsidRPr="00DC49B1" w:rsidTr="000334DF">
              <w:trPr>
                <w:trHeight w:val="346"/>
              </w:trPr>
              <w:tc>
                <w:tcPr>
                  <w:tcW w:w="3600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334D" w:rsidRPr="00806330" w:rsidRDefault="0067334D" w:rsidP="000334DF">
                  <w:pPr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Verizon</w:t>
                  </w:r>
                </w:p>
              </w:tc>
              <w:tc>
                <w:tcPr>
                  <w:tcW w:w="1296" w:type="dxa"/>
                  <w:tcBorders>
                    <w:bottom w:val="single" w:sz="4" w:space="0" w:color="auto"/>
                  </w:tcBorders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tcBorders>
                    <w:bottom w:val="single" w:sz="4" w:space="0" w:color="auto"/>
                  </w:tcBorders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x</w:t>
                  </w:r>
                </w:p>
              </w:tc>
              <w:tc>
                <w:tcPr>
                  <w:tcW w:w="1296" w:type="dxa"/>
                  <w:tcBorders>
                    <w:bottom w:val="single" w:sz="4" w:space="0" w:color="auto"/>
                  </w:tcBorders>
                  <w:vAlign w:val="bottom"/>
                </w:tcPr>
                <w:p w:rsidR="0067334D" w:rsidRPr="00806330" w:rsidRDefault="0067334D" w:rsidP="000334DF">
                  <w:pPr>
                    <w:jc w:val="center"/>
                    <w:rPr>
                      <w:rFonts w:ascii="Times New Roman" w:hAnsi="Times New Roman"/>
                      <w:color w:val="000000"/>
                      <w:szCs w:val="18"/>
                    </w:rPr>
                  </w:pPr>
                  <w:r w:rsidRPr="00806330">
                    <w:rPr>
                      <w:rFonts w:ascii="Times New Roman" w:hAnsi="Times New Roman"/>
                      <w:color w:val="000000"/>
                      <w:szCs w:val="18"/>
                    </w:rPr>
                    <w:t>3</w:t>
                  </w:r>
                  <w:r w:rsidR="000334DF">
                    <w:rPr>
                      <w:rFonts w:ascii="Times New Roman" w:hAnsi="Times New Roman"/>
                      <w:color w:val="000000"/>
                      <w:szCs w:val="18"/>
                    </w:rPr>
                    <w:t>4</w:t>
                  </w:r>
                  <w:bookmarkStart w:id="2" w:name="_GoBack"/>
                  <w:bookmarkEnd w:id="2"/>
                </w:p>
              </w:tc>
            </w:tr>
          </w:tbl>
          <w:p w:rsidR="00613007" w:rsidRDefault="00C8208E" w:rsidP="0067334D">
            <w:pPr>
              <w:shd w:val="clear" w:color="auto" w:fill="FFFFFF"/>
              <w:ind w:right="4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222222"/>
                <w:sz w:val="24"/>
              </w:rPr>
              <w:t xml:space="preserve">         </w:t>
            </w:r>
          </w:p>
          <w:p w:rsidR="00613007" w:rsidRPr="00F85234" w:rsidRDefault="00923E5E" w:rsidP="0067334D">
            <w:pPr>
              <w:shd w:val="clear" w:color="auto" w:fill="FFFFFF"/>
              <w:ind w:right="465"/>
              <w:rPr>
                <w:rFonts w:ascii="Times New Roman" w:hAnsi="Times New Roman"/>
                <w:szCs w:val="18"/>
              </w:rPr>
            </w:pPr>
            <w:r w:rsidRPr="00F85234">
              <w:rPr>
                <w:rFonts w:ascii="Times New Roman" w:hAnsi="Times New Roman"/>
                <w:szCs w:val="18"/>
              </w:rPr>
              <w:t xml:space="preserve">Additional information about our </w:t>
            </w:r>
            <w:r w:rsidRPr="00F85234">
              <w:rPr>
                <w:rFonts w:ascii="Times New Roman" w:hAnsi="Times New Roman"/>
                <w:b/>
                <w:bCs/>
                <w:i/>
                <w:color w:val="222222"/>
                <w:szCs w:val="18"/>
              </w:rPr>
              <w:t>Armstrong Open House Exhibitors’ Listing 2017 – 2018</w:t>
            </w:r>
            <w:r w:rsidRPr="00F85234">
              <w:rPr>
                <w:rFonts w:ascii="Times New Roman" w:hAnsi="Times New Roman"/>
                <w:b/>
                <w:bCs/>
                <w:color w:val="222222"/>
                <w:szCs w:val="18"/>
              </w:rPr>
              <w:t xml:space="preserve"> </w:t>
            </w:r>
            <w:r w:rsidRPr="00F85234">
              <w:rPr>
                <w:rFonts w:ascii="Times New Roman" w:hAnsi="Times New Roman"/>
                <w:bCs/>
                <w:color w:val="222222"/>
                <w:szCs w:val="18"/>
              </w:rPr>
              <w:t xml:space="preserve">can be found at this link </w:t>
            </w:r>
            <w:hyperlink r:id="rId40" w:history="1">
              <w:r w:rsidRPr="00F85234">
                <w:rPr>
                  <w:rStyle w:val="Hyperlink"/>
                  <w:rFonts w:ascii="Times New Roman" w:hAnsi="Times New Roman"/>
                  <w:szCs w:val="18"/>
                </w:rPr>
                <w:t>http://bit.ly/2vmagv5</w:t>
              </w:r>
            </w:hyperlink>
            <w:r w:rsidRPr="00F85234">
              <w:rPr>
                <w:rFonts w:ascii="Times New Roman" w:hAnsi="Times New Roman"/>
                <w:szCs w:val="18"/>
              </w:rPr>
              <w:t xml:space="preserve"> under the headings of </w:t>
            </w:r>
            <w:r w:rsidRPr="00F85234">
              <w:rPr>
                <w:rStyle w:val="Emphasis"/>
                <w:rFonts w:ascii="Times New Roman" w:hAnsi="Times New Roman"/>
                <w:b/>
                <w:bCs/>
                <w:color w:val="000000"/>
                <w:szCs w:val="18"/>
                <w:shd w:val="clear" w:color="auto" w:fill="FFFFFF"/>
              </w:rPr>
              <w:t xml:space="preserve">Community Partnerships, </w:t>
            </w:r>
            <w:r w:rsidRPr="00F85234">
              <w:rPr>
                <w:rFonts w:ascii="Times New Roman" w:hAnsi="Times New Roman"/>
                <w:szCs w:val="18"/>
              </w:rPr>
              <w:t>a</w:t>
            </w:r>
            <w:r w:rsidRPr="00F85234">
              <w:rPr>
                <w:rStyle w:val="Emphasis"/>
                <w:rFonts w:ascii="Times New Roman" w:hAnsi="Times New Roman"/>
                <w:bCs/>
                <w:szCs w:val="18"/>
                <w:shd w:val="clear" w:color="auto" w:fill="FFFFFF"/>
              </w:rPr>
              <w:t>nd</w:t>
            </w:r>
            <w:r w:rsidRPr="00F85234">
              <w:rPr>
                <w:rStyle w:val="Emphasis"/>
                <w:rFonts w:ascii="Times New Roman" w:hAnsi="Times New Roman"/>
                <w:b/>
                <w:bCs/>
                <w:szCs w:val="18"/>
                <w:shd w:val="clear" w:color="auto" w:fill="FFFFFF"/>
              </w:rPr>
              <w:t xml:space="preserve"> Community Opportunities*</w:t>
            </w:r>
            <w:r w:rsidR="00C50288" w:rsidRPr="00F85234">
              <w:rPr>
                <w:rStyle w:val="Emphasis"/>
                <w:rFonts w:ascii="Times New Roman" w:hAnsi="Times New Roman"/>
                <w:b/>
                <w:bCs/>
                <w:szCs w:val="18"/>
                <w:shd w:val="clear" w:color="auto" w:fill="FFFFFF"/>
              </w:rPr>
              <w:t>.</w:t>
            </w:r>
            <w:r w:rsidR="00613007" w:rsidRPr="00F85234">
              <w:rPr>
                <w:rStyle w:val="Emphasis"/>
                <w:rFonts w:ascii="Times New Roman" w:hAnsi="Times New Roman"/>
                <w:b/>
                <w:bCs/>
                <w:szCs w:val="18"/>
                <w:shd w:val="clear" w:color="auto" w:fill="FFFFFF"/>
              </w:rPr>
              <w:t xml:space="preserve">  </w:t>
            </w:r>
            <w:r w:rsidR="00613007" w:rsidRPr="00F85234">
              <w:rPr>
                <w:rStyle w:val="Hyperlink"/>
                <w:rFonts w:ascii="Times New Roman" w:hAnsi="Times New Roman"/>
                <w:i/>
                <w:color w:val="auto"/>
                <w:szCs w:val="18"/>
                <w:u w:val="none"/>
              </w:rPr>
              <w:t>Copyright 2017</w:t>
            </w:r>
          </w:p>
        </w:tc>
      </w:tr>
    </w:tbl>
    <w:p w:rsidR="00BA7758" w:rsidRDefault="00BA7758" w:rsidP="006D4B92"/>
    <w:sectPr w:rsidR="00BA7758" w:rsidSect="00F91426">
      <w:pgSz w:w="12240" w:h="15840" w:code="1"/>
      <w:pgMar w:top="720" w:right="2448" w:bottom="432" w:left="24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F76" w:rsidRDefault="00EC4F76">
      <w:r>
        <w:separator/>
      </w:r>
    </w:p>
  </w:endnote>
  <w:endnote w:type="continuationSeparator" w:id="0">
    <w:p w:rsidR="00EC4F76" w:rsidRDefault="00EC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F76" w:rsidRDefault="00EC4F76">
      <w:r>
        <w:separator/>
      </w:r>
    </w:p>
  </w:footnote>
  <w:footnote w:type="continuationSeparator" w:id="0">
    <w:p w:rsidR="00EC4F76" w:rsidRDefault="00EC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22.55pt;height:16.3pt;visibility:visible;mso-wrap-style:square" o:bullet="t">
        <v:imagedata r:id="rId1" o:title="large-right-check-166"/>
      </v:shape>
    </w:pict>
  </w:numPicBullet>
  <w:abstractNum w:abstractNumId="0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1B"/>
    <w:rsid w:val="00000F9F"/>
    <w:rsid w:val="00005889"/>
    <w:rsid w:val="000058C5"/>
    <w:rsid w:val="00007121"/>
    <w:rsid w:val="00010341"/>
    <w:rsid w:val="00010B45"/>
    <w:rsid w:val="0001355E"/>
    <w:rsid w:val="000140E4"/>
    <w:rsid w:val="0001741F"/>
    <w:rsid w:val="000232D7"/>
    <w:rsid w:val="0002411E"/>
    <w:rsid w:val="00026AD8"/>
    <w:rsid w:val="000334DF"/>
    <w:rsid w:val="000345B5"/>
    <w:rsid w:val="0003518C"/>
    <w:rsid w:val="000359E8"/>
    <w:rsid w:val="0004333D"/>
    <w:rsid w:val="0004732E"/>
    <w:rsid w:val="00051F03"/>
    <w:rsid w:val="00054C15"/>
    <w:rsid w:val="000556F0"/>
    <w:rsid w:val="00055EB7"/>
    <w:rsid w:val="00060AC5"/>
    <w:rsid w:val="00064766"/>
    <w:rsid w:val="000746C2"/>
    <w:rsid w:val="00074D3D"/>
    <w:rsid w:val="00075223"/>
    <w:rsid w:val="00075861"/>
    <w:rsid w:val="00076A10"/>
    <w:rsid w:val="00081F0E"/>
    <w:rsid w:val="00085F7A"/>
    <w:rsid w:val="0008794F"/>
    <w:rsid w:val="00090322"/>
    <w:rsid w:val="00090B46"/>
    <w:rsid w:val="00092788"/>
    <w:rsid w:val="00093D69"/>
    <w:rsid w:val="000940D0"/>
    <w:rsid w:val="000A03E3"/>
    <w:rsid w:val="000A04C8"/>
    <w:rsid w:val="000A1054"/>
    <w:rsid w:val="000A13E9"/>
    <w:rsid w:val="000A3A98"/>
    <w:rsid w:val="000A3BC1"/>
    <w:rsid w:val="000A5AF6"/>
    <w:rsid w:val="000A7438"/>
    <w:rsid w:val="000C02A8"/>
    <w:rsid w:val="000C5461"/>
    <w:rsid w:val="000C78E2"/>
    <w:rsid w:val="000D010D"/>
    <w:rsid w:val="000D15FD"/>
    <w:rsid w:val="000D1F53"/>
    <w:rsid w:val="000D3096"/>
    <w:rsid w:val="000D4835"/>
    <w:rsid w:val="000D6D1D"/>
    <w:rsid w:val="000E037E"/>
    <w:rsid w:val="000E107B"/>
    <w:rsid w:val="000F4D30"/>
    <w:rsid w:val="000F4D5D"/>
    <w:rsid w:val="000F60DF"/>
    <w:rsid w:val="001009B6"/>
    <w:rsid w:val="00101634"/>
    <w:rsid w:val="00103C9F"/>
    <w:rsid w:val="001053CF"/>
    <w:rsid w:val="00110010"/>
    <w:rsid w:val="00110C8C"/>
    <w:rsid w:val="001126AC"/>
    <w:rsid w:val="001164AD"/>
    <w:rsid w:val="00121622"/>
    <w:rsid w:val="001235E3"/>
    <w:rsid w:val="00123DAE"/>
    <w:rsid w:val="0012450A"/>
    <w:rsid w:val="001300ED"/>
    <w:rsid w:val="00130AD8"/>
    <w:rsid w:val="00136778"/>
    <w:rsid w:val="0014521A"/>
    <w:rsid w:val="00146264"/>
    <w:rsid w:val="001472C7"/>
    <w:rsid w:val="00150C86"/>
    <w:rsid w:val="00151C99"/>
    <w:rsid w:val="00152172"/>
    <w:rsid w:val="001570E9"/>
    <w:rsid w:val="00157E1F"/>
    <w:rsid w:val="001609F2"/>
    <w:rsid w:val="00160F2C"/>
    <w:rsid w:val="00161892"/>
    <w:rsid w:val="00164B67"/>
    <w:rsid w:val="00165687"/>
    <w:rsid w:val="00166A50"/>
    <w:rsid w:val="00167511"/>
    <w:rsid w:val="00171C1F"/>
    <w:rsid w:val="00172445"/>
    <w:rsid w:val="00173E88"/>
    <w:rsid w:val="00173EA3"/>
    <w:rsid w:val="00182803"/>
    <w:rsid w:val="00185046"/>
    <w:rsid w:val="00186381"/>
    <w:rsid w:val="00187F11"/>
    <w:rsid w:val="001925AD"/>
    <w:rsid w:val="00193096"/>
    <w:rsid w:val="001935B5"/>
    <w:rsid w:val="001941A5"/>
    <w:rsid w:val="0019438C"/>
    <w:rsid w:val="00194AAA"/>
    <w:rsid w:val="00196D12"/>
    <w:rsid w:val="001A1221"/>
    <w:rsid w:val="001A531C"/>
    <w:rsid w:val="001A6E45"/>
    <w:rsid w:val="001B05A1"/>
    <w:rsid w:val="001B2DD0"/>
    <w:rsid w:val="001B6D1B"/>
    <w:rsid w:val="001B72A7"/>
    <w:rsid w:val="001C1F7C"/>
    <w:rsid w:val="001C40E1"/>
    <w:rsid w:val="001C4941"/>
    <w:rsid w:val="001C5BA4"/>
    <w:rsid w:val="001D0002"/>
    <w:rsid w:val="001D0085"/>
    <w:rsid w:val="001D0098"/>
    <w:rsid w:val="001D0763"/>
    <w:rsid w:val="001D0AA5"/>
    <w:rsid w:val="001D1081"/>
    <w:rsid w:val="001D13C6"/>
    <w:rsid w:val="001D5200"/>
    <w:rsid w:val="001E0F60"/>
    <w:rsid w:val="001E30A0"/>
    <w:rsid w:val="001E3E8A"/>
    <w:rsid w:val="001E4543"/>
    <w:rsid w:val="001E5CEA"/>
    <w:rsid w:val="001E7377"/>
    <w:rsid w:val="001F13BB"/>
    <w:rsid w:val="001F1A09"/>
    <w:rsid w:val="001F2C46"/>
    <w:rsid w:val="001F33B0"/>
    <w:rsid w:val="001F6880"/>
    <w:rsid w:val="001F72B2"/>
    <w:rsid w:val="001F7F1F"/>
    <w:rsid w:val="00200025"/>
    <w:rsid w:val="002003C0"/>
    <w:rsid w:val="00204666"/>
    <w:rsid w:val="00204916"/>
    <w:rsid w:val="00205094"/>
    <w:rsid w:val="00211292"/>
    <w:rsid w:val="00211478"/>
    <w:rsid w:val="0021227F"/>
    <w:rsid w:val="002146A6"/>
    <w:rsid w:val="00214E98"/>
    <w:rsid w:val="002153A7"/>
    <w:rsid w:val="00217F94"/>
    <w:rsid w:val="00227DC8"/>
    <w:rsid w:val="00233332"/>
    <w:rsid w:val="00235BEE"/>
    <w:rsid w:val="002376C1"/>
    <w:rsid w:val="00250376"/>
    <w:rsid w:val="002566A8"/>
    <w:rsid w:val="00256EA4"/>
    <w:rsid w:val="00264404"/>
    <w:rsid w:val="00265162"/>
    <w:rsid w:val="00276542"/>
    <w:rsid w:val="002822F3"/>
    <w:rsid w:val="0028497F"/>
    <w:rsid w:val="00285BAE"/>
    <w:rsid w:val="00286374"/>
    <w:rsid w:val="0029335F"/>
    <w:rsid w:val="00295B13"/>
    <w:rsid w:val="0029658D"/>
    <w:rsid w:val="002A0571"/>
    <w:rsid w:val="002A2093"/>
    <w:rsid w:val="002A3894"/>
    <w:rsid w:val="002A39B1"/>
    <w:rsid w:val="002A4EDA"/>
    <w:rsid w:val="002A5BC5"/>
    <w:rsid w:val="002B0E98"/>
    <w:rsid w:val="002B2046"/>
    <w:rsid w:val="002B27C5"/>
    <w:rsid w:val="002B43EB"/>
    <w:rsid w:val="002B49CD"/>
    <w:rsid w:val="002C0245"/>
    <w:rsid w:val="002C2D65"/>
    <w:rsid w:val="002C3529"/>
    <w:rsid w:val="002C5CAD"/>
    <w:rsid w:val="002C75A5"/>
    <w:rsid w:val="002D76D4"/>
    <w:rsid w:val="002E195D"/>
    <w:rsid w:val="002E1BF5"/>
    <w:rsid w:val="002E2608"/>
    <w:rsid w:val="002F2E42"/>
    <w:rsid w:val="002F436D"/>
    <w:rsid w:val="00300B00"/>
    <w:rsid w:val="0030150E"/>
    <w:rsid w:val="003025B1"/>
    <w:rsid w:val="0030404A"/>
    <w:rsid w:val="00304687"/>
    <w:rsid w:val="00307BA4"/>
    <w:rsid w:val="0031077D"/>
    <w:rsid w:val="0031142F"/>
    <w:rsid w:val="00313CEB"/>
    <w:rsid w:val="00314703"/>
    <w:rsid w:val="00316675"/>
    <w:rsid w:val="003267A6"/>
    <w:rsid w:val="00326E65"/>
    <w:rsid w:val="00335D94"/>
    <w:rsid w:val="00336543"/>
    <w:rsid w:val="00342E36"/>
    <w:rsid w:val="003507D4"/>
    <w:rsid w:val="003514B1"/>
    <w:rsid w:val="00352779"/>
    <w:rsid w:val="00353CED"/>
    <w:rsid w:val="003546E4"/>
    <w:rsid w:val="003604CF"/>
    <w:rsid w:val="00362336"/>
    <w:rsid w:val="00363CEA"/>
    <w:rsid w:val="003656AD"/>
    <w:rsid w:val="00374AF2"/>
    <w:rsid w:val="00375FA0"/>
    <w:rsid w:val="00377730"/>
    <w:rsid w:val="00380615"/>
    <w:rsid w:val="003837F0"/>
    <w:rsid w:val="0038597C"/>
    <w:rsid w:val="00390114"/>
    <w:rsid w:val="00390A55"/>
    <w:rsid w:val="00393C77"/>
    <w:rsid w:val="00394749"/>
    <w:rsid w:val="00394E4D"/>
    <w:rsid w:val="00397C7D"/>
    <w:rsid w:val="003A076B"/>
    <w:rsid w:val="003A4528"/>
    <w:rsid w:val="003A50F6"/>
    <w:rsid w:val="003B06F1"/>
    <w:rsid w:val="003B430A"/>
    <w:rsid w:val="003B4774"/>
    <w:rsid w:val="003B4F4C"/>
    <w:rsid w:val="003C038D"/>
    <w:rsid w:val="003C1FB6"/>
    <w:rsid w:val="003C392C"/>
    <w:rsid w:val="003C5497"/>
    <w:rsid w:val="003C77EE"/>
    <w:rsid w:val="003C7B7A"/>
    <w:rsid w:val="003D16E8"/>
    <w:rsid w:val="003D3ADF"/>
    <w:rsid w:val="003D6208"/>
    <w:rsid w:val="003E044C"/>
    <w:rsid w:val="003E24DC"/>
    <w:rsid w:val="003E389A"/>
    <w:rsid w:val="003E4596"/>
    <w:rsid w:val="003E48B2"/>
    <w:rsid w:val="003E5EE4"/>
    <w:rsid w:val="003E7FD4"/>
    <w:rsid w:val="003E7FDE"/>
    <w:rsid w:val="003F6BCE"/>
    <w:rsid w:val="00402946"/>
    <w:rsid w:val="00403761"/>
    <w:rsid w:val="00405BAC"/>
    <w:rsid w:val="0040733B"/>
    <w:rsid w:val="00407FF3"/>
    <w:rsid w:val="00414F1E"/>
    <w:rsid w:val="00415D43"/>
    <w:rsid w:val="00421AEA"/>
    <w:rsid w:val="00423228"/>
    <w:rsid w:val="004266EA"/>
    <w:rsid w:val="00426BFB"/>
    <w:rsid w:val="00426D68"/>
    <w:rsid w:val="00430739"/>
    <w:rsid w:val="00430AB6"/>
    <w:rsid w:val="00430CFB"/>
    <w:rsid w:val="00432BF4"/>
    <w:rsid w:val="00435AD5"/>
    <w:rsid w:val="00435B89"/>
    <w:rsid w:val="0043641D"/>
    <w:rsid w:val="00441433"/>
    <w:rsid w:val="00441A26"/>
    <w:rsid w:val="00441A85"/>
    <w:rsid w:val="0044590C"/>
    <w:rsid w:val="004473C9"/>
    <w:rsid w:val="004501FD"/>
    <w:rsid w:val="004513EE"/>
    <w:rsid w:val="00452863"/>
    <w:rsid w:val="004563BB"/>
    <w:rsid w:val="004575B3"/>
    <w:rsid w:val="004614E7"/>
    <w:rsid w:val="00461AE6"/>
    <w:rsid w:val="00471019"/>
    <w:rsid w:val="00473036"/>
    <w:rsid w:val="00474941"/>
    <w:rsid w:val="004779A1"/>
    <w:rsid w:val="004837CA"/>
    <w:rsid w:val="00485020"/>
    <w:rsid w:val="004864CA"/>
    <w:rsid w:val="00490897"/>
    <w:rsid w:val="004912F9"/>
    <w:rsid w:val="00492128"/>
    <w:rsid w:val="00497E92"/>
    <w:rsid w:val="004A5D08"/>
    <w:rsid w:val="004A5F0C"/>
    <w:rsid w:val="004B2320"/>
    <w:rsid w:val="004B2BB3"/>
    <w:rsid w:val="004B48BC"/>
    <w:rsid w:val="004C5B43"/>
    <w:rsid w:val="004C611F"/>
    <w:rsid w:val="004C6A9C"/>
    <w:rsid w:val="004D044F"/>
    <w:rsid w:val="004D14B2"/>
    <w:rsid w:val="004D2934"/>
    <w:rsid w:val="004D2B35"/>
    <w:rsid w:val="004D4117"/>
    <w:rsid w:val="004D42B0"/>
    <w:rsid w:val="004D67DC"/>
    <w:rsid w:val="004D7D8B"/>
    <w:rsid w:val="004E177C"/>
    <w:rsid w:val="004F1207"/>
    <w:rsid w:val="004F3FC1"/>
    <w:rsid w:val="004F5F4C"/>
    <w:rsid w:val="0050069F"/>
    <w:rsid w:val="005115BC"/>
    <w:rsid w:val="005119F8"/>
    <w:rsid w:val="00512364"/>
    <w:rsid w:val="00514A7A"/>
    <w:rsid w:val="00515EAD"/>
    <w:rsid w:val="0052165B"/>
    <w:rsid w:val="0052169B"/>
    <w:rsid w:val="00522B6B"/>
    <w:rsid w:val="005244E7"/>
    <w:rsid w:val="005262A1"/>
    <w:rsid w:val="005263A8"/>
    <w:rsid w:val="00530A32"/>
    <w:rsid w:val="0053760E"/>
    <w:rsid w:val="00541013"/>
    <w:rsid w:val="0054269F"/>
    <w:rsid w:val="005458F1"/>
    <w:rsid w:val="005529AE"/>
    <w:rsid w:val="005565F9"/>
    <w:rsid w:val="00557B8D"/>
    <w:rsid w:val="00557BD2"/>
    <w:rsid w:val="005669A8"/>
    <w:rsid w:val="005715DF"/>
    <w:rsid w:val="00572ACD"/>
    <w:rsid w:val="00583D38"/>
    <w:rsid w:val="00584EBF"/>
    <w:rsid w:val="005869E2"/>
    <w:rsid w:val="00586DEC"/>
    <w:rsid w:val="00590199"/>
    <w:rsid w:val="00597C8E"/>
    <w:rsid w:val="005A23D6"/>
    <w:rsid w:val="005A42D5"/>
    <w:rsid w:val="005A4B59"/>
    <w:rsid w:val="005A6CF9"/>
    <w:rsid w:val="005B28CB"/>
    <w:rsid w:val="005B3F1D"/>
    <w:rsid w:val="005B446B"/>
    <w:rsid w:val="005B70A0"/>
    <w:rsid w:val="005C1B5F"/>
    <w:rsid w:val="005C22DE"/>
    <w:rsid w:val="005C2696"/>
    <w:rsid w:val="005C4E60"/>
    <w:rsid w:val="005C5CF0"/>
    <w:rsid w:val="005C5F00"/>
    <w:rsid w:val="005D3891"/>
    <w:rsid w:val="005D4537"/>
    <w:rsid w:val="005D7A94"/>
    <w:rsid w:val="005E288D"/>
    <w:rsid w:val="005E5B3C"/>
    <w:rsid w:val="005F26CF"/>
    <w:rsid w:val="005F5DAE"/>
    <w:rsid w:val="005F7C7C"/>
    <w:rsid w:val="00601870"/>
    <w:rsid w:val="00604FD2"/>
    <w:rsid w:val="00605AA0"/>
    <w:rsid w:val="00606D6D"/>
    <w:rsid w:val="00607BE1"/>
    <w:rsid w:val="00607C21"/>
    <w:rsid w:val="00612638"/>
    <w:rsid w:val="00613007"/>
    <w:rsid w:val="0061399A"/>
    <w:rsid w:val="0061785C"/>
    <w:rsid w:val="006179C8"/>
    <w:rsid w:val="00621700"/>
    <w:rsid w:val="006276C6"/>
    <w:rsid w:val="00627818"/>
    <w:rsid w:val="0063006B"/>
    <w:rsid w:val="00630D97"/>
    <w:rsid w:val="00636831"/>
    <w:rsid w:val="00640070"/>
    <w:rsid w:val="00642036"/>
    <w:rsid w:val="00643511"/>
    <w:rsid w:val="006442DD"/>
    <w:rsid w:val="00645F8F"/>
    <w:rsid w:val="0064627A"/>
    <w:rsid w:val="00650A7E"/>
    <w:rsid w:val="0065102F"/>
    <w:rsid w:val="00652A06"/>
    <w:rsid w:val="00653400"/>
    <w:rsid w:val="0065380C"/>
    <w:rsid w:val="00654808"/>
    <w:rsid w:val="0065641A"/>
    <w:rsid w:val="00664BCE"/>
    <w:rsid w:val="006663DE"/>
    <w:rsid w:val="006723B5"/>
    <w:rsid w:val="0067334D"/>
    <w:rsid w:val="00676B4F"/>
    <w:rsid w:val="0068568F"/>
    <w:rsid w:val="00686BBF"/>
    <w:rsid w:val="00690301"/>
    <w:rsid w:val="00692625"/>
    <w:rsid w:val="00693633"/>
    <w:rsid w:val="00695398"/>
    <w:rsid w:val="0069565B"/>
    <w:rsid w:val="00695E04"/>
    <w:rsid w:val="006961CD"/>
    <w:rsid w:val="00696EEC"/>
    <w:rsid w:val="00696FB3"/>
    <w:rsid w:val="006A1A2A"/>
    <w:rsid w:val="006A3DA2"/>
    <w:rsid w:val="006A4495"/>
    <w:rsid w:val="006A4FA9"/>
    <w:rsid w:val="006A726F"/>
    <w:rsid w:val="006A77FC"/>
    <w:rsid w:val="006B0126"/>
    <w:rsid w:val="006B0DF6"/>
    <w:rsid w:val="006B12DE"/>
    <w:rsid w:val="006B164F"/>
    <w:rsid w:val="006B3E88"/>
    <w:rsid w:val="006B5290"/>
    <w:rsid w:val="006B59B5"/>
    <w:rsid w:val="006B6BE1"/>
    <w:rsid w:val="006C01A7"/>
    <w:rsid w:val="006C2216"/>
    <w:rsid w:val="006C27DF"/>
    <w:rsid w:val="006C391B"/>
    <w:rsid w:val="006C426A"/>
    <w:rsid w:val="006C4408"/>
    <w:rsid w:val="006C6517"/>
    <w:rsid w:val="006C6AA4"/>
    <w:rsid w:val="006D04B6"/>
    <w:rsid w:val="006D4684"/>
    <w:rsid w:val="006D4B92"/>
    <w:rsid w:val="006D4DB3"/>
    <w:rsid w:val="006D5EA1"/>
    <w:rsid w:val="006E0945"/>
    <w:rsid w:val="006E1BBE"/>
    <w:rsid w:val="006E39CD"/>
    <w:rsid w:val="006E49AF"/>
    <w:rsid w:val="006E53E6"/>
    <w:rsid w:val="006E5888"/>
    <w:rsid w:val="006F3C03"/>
    <w:rsid w:val="006F7014"/>
    <w:rsid w:val="00700952"/>
    <w:rsid w:val="00703715"/>
    <w:rsid w:val="00703FF1"/>
    <w:rsid w:val="007047DB"/>
    <w:rsid w:val="00704FD7"/>
    <w:rsid w:val="007052CF"/>
    <w:rsid w:val="007054EA"/>
    <w:rsid w:val="007064FB"/>
    <w:rsid w:val="007116E8"/>
    <w:rsid w:val="00715DC4"/>
    <w:rsid w:val="00716B9B"/>
    <w:rsid w:val="00720769"/>
    <w:rsid w:val="00722783"/>
    <w:rsid w:val="00722E7F"/>
    <w:rsid w:val="00732344"/>
    <w:rsid w:val="007335EF"/>
    <w:rsid w:val="007348E4"/>
    <w:rsid w:val="00734BA9"/>
    <w:rsid w:val="0073591A"/>
    <w:rsid w:val="007403B4"/>
    <w:rsid w:val="00741F04"/>
    <w:rsid w:val="007421E9"/>
    <w:rsid w:val="00745B87"/>
    <w:rsid w:val="00747349"/>
    <w:rsid w:val="00750568"/>
    <w:rsid w:val="00751DE9"/>
    <w:rsid w:val="00753B54"/>
    <w:rsid w:val="00754790"/>
    <w:rsid w:val="00755905"/>
    <w:rsid w:val="007574FF"/>
    <w:rsid w:val="007604F2"/>
    <w:rsid w:val="0076086D"/>
    <w:rsid w:val="00760B50"/>
    <w:rsid w:val="00762529"/>
    <w:rsid w:val="00765CAA"/>
    <w:rsid w:val="0077056E"/>
    <w:rsid w:val="00770765"/>
    <w:rsid w:val="007717FC"/>
    <w:rsid w:val="007740A4"/>
    <w:rsid w:val="0077509A"/>
    <w:rsid w:val="007772ED"/>
    <w:rsid w:val="007775DA"/>
    <w:rsid w:val="00781595"/>
    <w:rsid w:val="0078381F"/>
    <w:rsid w:val="00784C69"/>
    <w:rsid w:val="00785CDD"/>
    <w:rsid w:val="0079101C"/>
    <w:rsid w:val="00795619"/>
    <w:rsid w:val="00796CEC"/>
    <w:rsid w:val="00797722"/>
    <w:rsid w:val="007A3201"/>
    <w:rsid w:val="007A4522"/>
    <w:rsid w:val="007A5C60"/>
    <w:rsid w:val="007A775C"/>
    <w:rsid w:val="007B27EC"/>
    <w:rsid w:val="007B3256"/>
    <w:rsid w:val="007B3267"/>
    <w:rsid w:val="007B3A89"/>
    <w:rsid w:val="007B5E6C"/>
    <w:rsid w:val="007B60DC"/>
    <w:rsid w:val="007C45F7"/>
    <w:rsid w:val="007C5CC9"/>
    <w:rsid w:val="007D0151"/>
    <w:rsid w:val="007D0F6D"/>
    <w:rsid w:val="007D3716"/>
    <w:rsid w:val="007D3D2F"/>
    <w:rsid w:val="007E0922"/>
    <w:rsid w:val="007E2AB6"/>
    <w:rsid w:val="007E361A"/>
    <w:rsid w:val="007F16A6"/>
    <w:rsid w:val="007F2872"/>
    <w:rsid w:val="007F3444"/>
    <w:rsid w:val="007F3479"/>
    <w:rsid w:val="007F45F5"/>
    <w:rsid w:val="007F6EE4"/>
    <w:rsid w:val="00802AE4"/>
    <w:rsid w:val="00804CB2"/>
    <w:rsid w:val="008101FB"/>
    <w:rsid w:val="00810F46"/>
    <w:rsid w:val="008112B4"/>
    <w:rsid w:val="00812CD9"/>
    <w:rsid w:val="00812E43"/>
    <w:rsid w:val="00813AEC"/>
    <w:rsid w:val="008156E3"/>
    <w:rsid w:val="00817403"/>
    <w:rsid w:val="00820165"/>
    <w:rsid w:val="0082408B"/>
    <w:rsid w:val="008277D9"/>
    <w:rsid w:val="00830904"/>
    <w:rsid w:val="00835B28"/>
    <w:rsid w:val="0084075C"/>
    <w:rsid w:val="00842D3C"/>
    <w:rsid w:val="00843B4C"/>
    <w:rsid w:val="008447E2"/>
    <w:rsid w:val="00845B2E"/>
    <w:rsid w:val="0084697E"/>
    <w:rsid w:val="008473AD"/>
    <w:rsid w:val="00852BBE"/>
    <w:rsid w:val="00852FB8"/>
    <w:rsid w:val="00855CDD"/>
    <w:rsid w:val="00857A44"/>
    <w:rsid w:val="00864819"/>
    <w:rsid w:val="00865F0A"/>
    <w:rsid w:val="008677FD"/>
    <w:rsid w:val="0087026E"/>
    <w:rsid w:val="0087102E"/>
    <w:rsid w:val="0087116F"/>
    <w:rsid w:val="00872D25"/>
    <w:rsid w:val="008739C2"/>
    <w:rsid w:val="008766E7"/>
    <w:rsid w:val="008811D2"/>
    <w:rsid w:val="0088192F"/>
    <w:rsid w:val="00882ACA"/>
    <w:rsid w:val="00882EA3"/>
    <w:rsid w:val="008838E4"/>
    <w:rsid w:val="00883D4B"/>
    <w:rsid w:val="00887415"/>
    <w:rsid w:val="008877CD"/>
    <w:rsid w:val="008943D0"/>
    <w:rsid w:val="00895DA5"/>
    <w:rsid w:val="008A461B"/>
    <w:rsid w:val="008A747D"/>
    <w:rsid w:val="008B0E99"/>
    <w:rsid w:val="008B2EC8"/>
    <w:rsid w:val="008B34A5"/>
    <w:rsid w:val="008B556D"/>
    <w:rsid w:val="008B5BAF"/>
    <w:rsid w:val="008B7776"/>
    <w:rsid w:val="008B77C1"/>
    <w:rsid w:val="008C1391"/>
    <w:rsid w:val="008C4B3B"/>
    <w:rsid w:val="008C52FC"/>
    <w:rsid w:val="008C6E32"/>
    <w:rsid w:val="008C7326"/>
    <w:rsid w:val="008D03A1"/>
    <w:rsid w:val="008D0C32"/>
    <w:rsid w:val="008D1B36"/>
    <w:rsid w:val="008D3F49"/>
    <w:rsid w:val="008E339A"/>
    <w:rsid w:val="008E6823"/>
    <w:rsid w:val="008F263D"/>
    <w:rsid w:val="008F4063"/>
    <w:rsid w:val="008F40B6"/>
    <w:rsid w:val="008F5821"/>
    <w:rsid w:val="008F5A6D"/>
    <w:rsid w:val="00900E58"/>
    <w:rsid w:val="0090320E"/>
    <w:rsid w:val="00903C6E"/>
    <w:rsid w:val="00905268"/>
    <w:rsid w:val="009072FE"/>
    <w:rsid w:val="0091147C"/>
    <w:rsid w:val="009157B3"/>
    <w:rsid w:val="00916AA5"/>
    <w:rsid w:val="00917C9E"/>
    <w:rsid w:val="009205D2"/>
    <w:rsid w:val="00921C03"/>
    <w:rsid w:val="00922EC5"/>
    <w:rsid w:val="009234E3"/>
    <w:rsid w:val="00923E5E"/>
    <w:rsid w:val="00924D97"/>
    <w:rsid w:val="00925EDE"/>
    <w:rsid w:val="00933661"/>
    <w:rsid w:val="009336E1"/>
    <w:rsid w:val="00934392"/>
    <w:rsid w:val="00943FDB"/>
    <w:rsid w:val="00944434"/>
    <w:rsid w:val="00952302"/>
    <w:rsid w:val="00953B0F"/>
    <w:rsid w:val="00955183"/>
    <w:rsid w:val="00960C30"/>
    <w:rsid w:val="00960D65"/>
    <w:rsid w:val="0096395D"/>
    <w:rsid w:val="009670FA"/>
    <w:rsid w:val="00967CA3"/>
    <w:rsid w:val="009715B4"/>
    <w:rsid w:val="00971760"/>
    <w:rsid w:val="0097308A"/>
    <w:rsid w:val="00975E87"/>
    <w:rsid w:val="009772A3"/>
    <w:rsid w:val="00977CEF"/>
    <w:rsid w:val="00982D6E"/>
    <w:rsid w:val="0098442B"/>
    <w:rsid w:val="009862EF"/>
    <w:rsid w:val="00995C96"/>
    <w:rsid w:val="009972BA"/>
    <w:rsid w:val="0099777C"/>
    <w:rsid w:val="00997E74"/>
    <w:rsid w:val="009A0B0E"/>
    <w:rsid w:val="009A7078"/>
    <w:rsid w:val="009B0A71"/>
    <w:rsid w:val="009B5533"/>
    <w:rsid w:val="009B6168"/>
    <w:rsid w:val="009B64CC"/>
    <w:rsid w:val="009C240C"/>
    <w:rsid w:val="009C376D"/>
    <w:rsid w:val="009C4BD9"/>
    <w:rsid w:val="009D10AA"/>
    <w:rsid w:val="009D1240"/>
    <w:rsid w:val="009D2E8A"/>
    <w:rsid w:val="009D3A98"/>
    <w:rsid w:val="009D6DF0"/>
    <w:rsid w:val="009D7379"/>
    <w:rsid w:val="009E43AA"/>
    <w:rsid w:val="009E6DBC"/>
    <w:rsid w:val="009F00F6"/>
    <w:rsid w:val="009F38F5"/>
    <w:rsid w:val="009F6CBE"/>
    <w:rsid w:val="00A00946"/>
    <w:rsid w:val="00A01C2F"/>
    <w:rsid w:val="00A0640C"/>
    <w:rsid w:val="00A104B4"/>
    <w:rsid w:val="00A13376"/>
    <w:rsid w:val="00A14272"/>
    <w:rsid w:val="00A2792B"/>
    <w:rsid w:val="00A3077F"/>
    <w:rsid w:val="00A331D9"/>
    <w:rsid w:val="00A339AE"/>
    <w:rsid w:val="00A33FD9"/>
    <w:rsid w:val="00A4336D"/>
    <w:rsid w:val="00A45FB8"/>
    <w:rsid w:val="00A467DC"/>
    <w:rsid w:val="00A570C7"/>
    <w:rsid w:val="00A6000F"/>
    <w:rsid w:val="00A62A3B"/>
    <w:rsid w:val="00A640F6"/>
    <w:rsid w:val="00A64547"/>
    <w:rsid w:val="00A65825"/>
    <w:rsid w:val="00A66972"/>
    <w:rsid w:val="00A70C52"/>
    <w:rsid w:val="00A731AF"/>
    <w:rsid w:val="00A7698F"/>
    <w:rsid w:val="00A7755B"/>
    <w:rsid w:val="00A82613"/>
    <w:rsid w:val="00A83B6F"/>
    <w:rsid w:val="00A84A3E"/>
    <w:rsid w:val="00A9082D"/>
    <w:rsid w:val="00A91526"/>
    <w:rsid w:val="00A9173F"/>
    <w:rsid w:val="00AA24EA"/>
    <w:rsid w:val="00AA2ACD"/>
    <w:rsid w:val="00AA2C45"/>
    <w:rsid w:val="00AA2F8B"/>
    <w:rsid w:val="00AA3883"/>
    <w:rsid w:val="00AA3D4D"/>
    <w:rsid w:val="00AA4EAD"/>
    <w:rsid w:val="00AA76C1"/>
    <w:rsid w:val="00AB2092"/>
    <w:rsid w:val="00AB22D4"/>
    <w:rsid w:val="00AB7326"/>
    <w:rsid w:val="00AC037A"/>
    <w:rsid w:val="00AC5277"/>
    <w:rsid w:val="00AC68D0"/>
    <w:rsid w:val="00AC70C7"/>
    <w:rsid w:val="00AD0F00"/>
    <w:rsid w:val="00AD26F9"/>
    <w:rsid w:val="00AD2A47"/>
    <w:rsid w:val="00AD3718"/>
    <w:rsid w:val="00AD38C6"/>
    <w:rsid w:val="00AD5F24"/>
    <w:rsid w:val="00AE00CA"/>
    <w:rsid w:val="00AE0846"/>
    <w:rsid w:val="00AE7E8A"/>
    <w:rsid w:val="00AF4692"/>
    <w:rsid w:val="00AF719F"/>
    <w:rsid w:val="00B0123D"/>
    <w:rsid w:val="00B04193"/>
    <w:rsid w:val="00B05BEB"/>
    <w:rsid w:val="00B06674"/>
    <w:rsid w:val="00B07B40"/>
    <w:rsid w:val="00B10174"/>
    <w:rsid w:val="00B106E8"/>
    <w:rsid w:val="00B110EF"/>
    <w:rsid w:val="00B1142E"/>
    <w:rsid w:val="00B12067"/>
    <w:rsid w:val="00B13F43"/>
    <w:rsid w:val="00B20486"/>
    <w:rsid w:val="00B26B7F"/>
    <w:rsid w:val="00B26F7F"/>
    <w:rsid w:val="00B2726B"/>
    <w:rsid w:val="00B2782C"/>
    <w:rsid w:val="00B336DD"/>
    <w:rsid w:val="00B33D39"/>
    <w:rsid w:val="00B37BB3"/>
    <w:rsid w:val="00B44F5C"/>
    <w:rsid w:val="00B45CE7"/>
    <w:rsid w:val="00B50441"/>
    <w:rsid w:val="00B530FE"/>
    <w:rsid w:val="00B54841"/>
    <w:rsid w:val="00B55468"/>
    <w:rsid w:val="00B5599B"/>
    <w:rsid w:val="00B569DB"/>
    <w:rsid w:val="00B64082"/>
    <w:rsid w:val="00B64261"/>
    <w:rsid w:val="00B64FD3"/>
    <w:rsid w:val="00B72031"/>
    <w:rsid w:val="00B75240"/>
    <w:rsid w:val="00B8128C"/>
    <w:rsid w:val="00B83930"/>
    <w:rsid w:val="00B847EA"/>
    <w:rsid w:val="00B91C73"/>
    <w:rsid w:val="00B92EAE"/>
    <w:rsid w:val="00B94399"/>
    <w:rsid w:val="00B95DB1"/>
    <w:rsid w:val="00BA1DA9"/>
    <w:rsid w:val="00BA48F3"/>
    <w:rsid w:val="00BA68A5"/>
    <w:rsid w:val="00BA6A78"/>
    <w:rsid w:val="00BA7758"/>
    <w:rsid w:val="00BB0710"/>
    <w:rsid w:val="00BB1B4E"/>
    <w:rsid w:val="00BB3A08"/>
    <w:rsid w:val="00BB43BB"/>
    <w:rsid w:val="00BB59BD"/>
    <w:rsid w:val="00BC3747"/>
    <w:rsid w:val="00BC410E"/>
    <w:rsid w:val="00BC52E9"/>
    <w:rsid w:val="00BC5639"/>
    <w:rsid w:val="00BC6CDE"/>
    <w:rsid w:val="00BD2E92"/>
    <w:rsid w:val="00BD3912"/>
    <w:rsid w:val="00BD4BC1"/>
    <w:rsid w:val="00BE3A11"/>
    <w:rsid w:val="00BE6E15"/>
    <w:rsid w:val="00BE7FB2"/>
    <w:rsid w:val="00BF0457"/>
    <w:rsid w:val="00BF386E"/>
    <w:rsid w:val="00BF49CA"/>
    <w:rsid w:val="00BF5390"/>
    <w:rsid w:val="00BF7160"/>
    <w:rsid w:val="00C05206"/>
    <w:rsid w:val="00C057DD"/>
    <w:rsid w:val="00C06227"/>
    <w:rsid w:val="00C07681"/>
    <w:rsid w:val="00C07B69"/>
    <w:rsid w:val="00C14637"/>
    <w:rsid w:val="00C2048C"/>
    <w:rsid w:val="00C21656"/>
    <w:rsid w:val="00C21F3D"/>
    <w:rsid w:val="00C24DB3"/>
    <w:rsid w:val="00C30E40"/>
    <w:rsid w:val="00C32F20"/>
    <w:rsid w:val="00C35E6B"/>
    <w:rsid w:val="00C37287"/>
    <w:rsid w:val="00C37A88"/>
    <w:rsid w:val="00C42DCA"/>
    <w:rsid w:val="00C43239"/>
    <w:rsid w:val="00C432DE"/>
    <w:rsid w:val="00C43F76"/>
    <w:rsid w:val="00C44A1C"/>
    <w:rsid w:val="00C45075"/>
    <w:rsid w:val="00C4570C"/>
    <w:rsid w:val="00C50288"/>
    <w:rsid w:val="00C51801"/>
    <w:rsid w:val="00C64718"/>
    <w:rsid w:val="00C64FE1"/>
    <w:rsid w:val="00C65524"/>
    <w:rsid w:val="00C6583C"/>
    <w:rsid w:val="00C65F9B"/>
    <w:rsid w:val="00C72891"/>
    <w:rsid w:val="00C7354A"/>
    <w:rsid w:val="00C76596"/>
    <w:rsid w:val="00C800A9"/>
    <w:rsid w:val="00C81897"/>
    <w:rsid w:val="00C8208E"/>
    <w:rsid w:val="00C8308A"/>
    <w:rsid w:val="00C83168"/>
    <w:rsid w:val="00C83840"/>
    <w:rsid w:val="00C8565D"/>
    <w:rsid w:val="00C85797"/>
    <w:rsid w:val="00C92F32"/>
    <w:rsid w:val="00C930A4"/>
    <w:rsid w:val="00C935D7"/>
    <w:rsid w:val="00C9365E"/>
    <w:rsid w:val="00C942A8"/>
    <w:rsid w:val="00CA6FC4"/>
    <w:rsid w:val="00CA72A4"/>
    <w:rsid w:val="00CB040E"/>
    <w:rsid w:val="00CB243E"/>
    <w:rsid w:val="00CB7EC0"/>
    <w:rsid w:val="00CC04E0"/>
    <w:rsid w:val="00CC04F2"/>
    <w:rsid w:val="00CC2025"/>
    <w:rsid w:val="00CC2C52"/>
    <w:rsid w:val="00CC4107"/>
    <w:rsid w:val="00CC60AA"/>
    <w:rsid w:val="00CC6A3A"/>
    <w:rsid w:val="00CC79BF"/>
    <w:rsid w:val="00CD3515"/>
    <w:rsid w:val="00CD43D3"/>
    <w:rsid w:val="00CD62A3"/>
    <w:rsid w:val="00CD654B"/>
    <w:rsid w:val="00CD7464"/>
    <w:rsid w:val="00CE0112"/>
    <w:rsid w:val="00CE0C5C"/>
    <w:rsid w:val="00CE11DE"/>
    <w:rsid w:val="00CE205B"/>
    <w:rsid w:val="00CF05D5"/>
    <w:rsid w:val="00CF19F6"/>
    <w:rsid w:val="00CF55E3"/>
    <w:rsid w:val="00CF5832"/>
    <w:rsid w:val="00CF7850"/>
    <w:rsid w:val="00D06A46"/>
    <w:rsid w:val="00D10CCF"/>
    <w:rsid w:val="00D1191E"/>
    <w:rsid w:val="00D12DF8"/>
    <w:rsid w:val="00D13CEF"/>
    <w:rsid w:val="00D15E4E"/>
    <w:rsid w:val="00D1745E"/>
    <w:rsid w:val="00D215D4"/>
    <w:rsid w:val="00D21B9D"/>
    <w:rsid w:val="00D22B6D"/>
    <w:rsid w:val="00D23387"/>
    <w:rsid w:val="00D26D92"/>
    <w:rsid w:val="00D26EC5"/>
    <w:rsid w:val="00D30451"/>
    <w:rsid w:val="00D30888"/>
    <w:rsid w:val="00D34AE1"/>
    <w:rsid w:val="00D35035"/>
    <w:rsid w:val="00D36BD0"/>
    <w:rsid w:val="00D47266"/>
    <w:rsid w:val="00D50EE3"/>
    <w:rsid w:val="00D5400B"/>
    <w:rsid w:val="00D540F3"/>
    <w:rsid w:val="00D61F45"/>
    <w:rsid w:val="00D62800"/>
    <w:rsid w:val="00D63332"/>
    <w:rsid w:val="00D64B21"/>
    <w:rsid w:val="00D64CD2"/>
    <w:rsid w:val="00D64CEA"/>
    <w:rsid w:val="00D65361"/>
    <w:rsid w:val="00D6695C"/>
    <w:rsid w:val="00D67E7F"/>
    <w:rsid w:val="00D709E4"/>
    <w:rsid w:val="00D71232"/>
    <w:rsid w:val="00D71574"/>
    <w:rsid w:val="00D7161E"/>
    <w:rsid w:val="00D71740"/>
    <w:rsid w:val="00D718CD"/>
    <w:rsid w:val="00D74002"/>
    <w:rsid w:val="00D75EB6"/>
    <w:rsid w:val="00D76712"/>
    <w:rsid w:val="00D76F3B"/>
    <w:rsid w:val="00D77E2B"/>
    <w:rsid w:val="00D77E84"/>
    <w:rsid w:val="00D80DF0"/>
    <w:rsid w:val="00D80EFB"/>
    <w:rsid w:val="00D82464"/>
    <w:rsid w:val="00D86C12"/>
    <w:rsid w:val="00D87AC2"/>
    <w:rsid w:val="00D904E2"/>
    <w:rsid w:val="00D90B1C"/>
    <w:rsid w:val="00D951C3"/>
    <w:rsid w:val="00DA1663"/>
    <w:rsid w:val="00DA4706"/>
    <w:rsid w:val="00DA4A78"/>
    <w:rsid w:val="00DA698D"/>
    <w:rsid w:val="00DB1F48"/>
    <w:rsid w:val="00DB79F6"/>
    <w:rsid w:val="00DC0A75"/>
    <w:rsid w:val="00DC1EC5"/>
    <w:rsid w:val="00DC21CF"/>
    <w:rsid w:val="00DC2ABD"/>
    <w:rsid w:val="00DC2C60"/>
    <w:rsid w:val="00DC6385"/>
    <w:rsid w:val="00DC7E86"/>
    <w:rsid w:val="00DD1BCB"/>
    <w:rsid w:val="00DD2B82"/>
    <w:rsid w:val="00DD42B4"/>
    <w:rsid w:val="00DD49E5"/>
    <w:rsid w:val="00DD4EFB"/>
    <w:rsid w:val="00DD536C"/>
    <w:rsid w:val="00DD5F30"/>
    <w:rsid w:val="00DD797C"/>
    <w:rsid w:val="00DD7B7F"/>
    <w:rsid w:val="00DF12DC"/>
    <w:rsid w:val="00DF5FF0"/>
    <w:rsid w:val="00DF6674"/>
    <w:rsid w:val="00DF6DAE"/>
    <w:rsid w:val="00E00FEF"/>
    <w:rsid w:val="00E03FFE"/>
    <w:rsid w:val="00E0534D"/>
    <w:rsid w:val="00E054F2"/>
    <w:rsid w:val="00E06838"/>
    <w:rsid w:val="00E06C38"/>
    <w:rsid w:val="00E10F2D"/>
    <w:rsid w:val="00E12EB2"/>
    <w:rsid w:val="00E13AAE"/>
    <w:rsid w:val="00E15484"/>
    <w:rsid w:val="00E21FE3"/>
    <w:rsid w:val="00E2368A"/>
    <w:rsid w:val="00E253CA"/>
    <w:rsid w:val="00E25785"/>
    <w:rsid w:val="00E261B1"/>
    <w:rsid w:val="00E31745"/>
    <w:rsid w:val="00E34E4F"/>
    <w:rsid w:val="00E42890"/>
    <w:rsid w:val="00E531B5"/>
    <w:rsid w:val="00E53DE6"/>
    <w:rsid w:val="00E5503C"/>
    <w:rsid w:val="00E551F5"/>
    <w:rsid w:val="00E645C6"/>
    <w:rsid w:val="00E654F0"/>
    <w:rsid w:val="00E658FD"/>
    <w:rsid w:val="00E66A19"/>
    <w:rsid w:val="00E67656"/>
    <w:rsid w:val="00E704D3"/>
    <w:rsid w:val="00E73576"/>
    <w:rsid w:val="00E73C9E"/>
    <w:rsid w:val="00E73F8A"/>
    <w:rsid w:val="00E742BB"/>
    <w:rsid w:val="00E74648"/>
    <w:rsid w:val="00E76160"/>
    <w:rsid w:val="00E81DDE"/>
    <w:rsid w:val="00E831FC"/>
    <w:rsid w:val="00E8344C"/>
    <w:rsid w:val="00E847F0"/>
    <w:rsid w:val="00E957B9"/>
    <w:rsid w:val="00E95CA7"/>
    <w:rsid w:val="00EA16A2"/>
    <w:rsid w:val="00EA400C"/>
    <w:rsid w:val="00EA71DD"/>
    <w:rsid w:val="00EA7522"/>
    <w:rsid w:val="00EB0479"/>
    <w:rsid w:val="00EB1EE7"/>
    <w:rsid w:val="00EC1383"/>
    <w:rsid w:val="00EC1C64"/>
    <w:rsid w:val="00EC3129"/>
    <w:rsid w:val="00EC4F76"/>
    <w:rsid w:val="00ED39E8"/>
    <w:rsid w:val="00ED6B58"/>
    <w:rsid w:val="00EE0350"/>
    <w:rsid w:val="00EE119F"/>
    <w:rsid w:val="00EE23D6"/>
    <w:rsid w:val="00EE2F96"/>
    <w:rsid w:val="00EF1942"/>
    <w:rsid w:val="00EF20F8"/>
    <w:rsid w:val="00F10307"/>
    <w:rsid w:val="00F129C5"/>
    <w:rsid w:val="00F13081"/>
    <w:rsid w:val="00F13AE0"/>
    <w:rsid w:val="00F14C12"/>
    <w:rsid w:val="00F15F30"/>
    <w:rsid w:val="00F16885"/>
    <w:rsid w:val="00F259F5"/>
    <w:rsid w:val="00F25F15"/>
    <w:rsid w:val="00F30BDC"/>
    <w:rsid w:val="00F3180F"/>
    <w:rsid w:val="00F31A50"/>
    <w:rsid w:val="00F3394D"/>
    <w:rsid w:val="00F34EC9"/>
    <w:rsid w:val="00F352EE"/>
    <w:rsid w:val="00F36ACF"/>
    <w:rsid w:val="00F36E9E"/>
    <w:rsid w:val="00F373B8"/>
    <w:rsid w:val="00F375AD"/>
    <w:rsid w:val="00F37611"/>
    <w:rsid w:val="00F40488"/>
    <w:rsid w:val="00F42030"/>
    <w:rsid w:val="00F42FC6"/>
    <w:rsid w:val="00F43669"/>
    <w:rsid w:val="00F440BA"/>
    <w:rsid w:val="00F44A09"/>
    <w:rsid w:val="00F463E8"/>
    <w:rsid w:val="00F47FD1"/>
    <w:rsid w:val="00F5232E"/>
    <w:rsid w:val="00F52AC9"/>
    <w:rsid w:val="00F60D57"/>
    <w:rsid w:val="00F616A1"/>
    <w:rsid w:val="00F640CF"/>
    <w:rsid w:val="00F65528"/>
    <w:rsid w:val="00F70B57"/>
    <w:rsid w:val="00F70D08"/>
    <w:rsid w:val="00F71B36"/>
    <w:rsid w:val="00F7522E"/>
    <w:rsid w:val="00F77BF6"/>
    <w:rsid w:val="00F81A19"/>
    <w:rsid w:val="00F82248"/>
    <w:rsid w:val="00F8326F"/>
    <w:rsid w:val="00F85234"/>
    <w:rsid w:val="00F863B6"/>
    <w:rsid w:val="00F90583"/>
    <w:rsid w:val="00F91426"/>
    <w:rsid w:val="00F92CCF"/>
    <w:rsid w:val="00F93762"/>
    <w:rsid w:val="00F95C2C"/>
    <w:rsid w:val="00F97041"/>
    <w:rsid w:val="00FA391B"/>
    <w:rsid w:val="00FA4BD6"/>
    <w:rsid w:val="00FA5881"/>
    <w:rsid w:val="00FA6D8C"/>
    <w:rsid w:val="00FB253D"/>
    <w:rsid w:val="00FB3BA1"/>
    <w:rsid w:val="00FB3DCB"/>
    <w:rsid w:val="00FB4B86"/>
    <w:rsid w:val="00FB5169"/>
    <w:rsid w:val="00FC0C67"/>
    <w:rsid w:val="00FC4472"/>
    <w:rsid w:val="00FC5228"/>
    <w:rsid w:val="00FD0AFA"/>
    <w:rsid w:val="00FD4EBE"/>
    <w:rsid w:val="00FD6984"/>
    <w:rsid w:val="00FE154A"/>
    <w:rsid w:val="00FE2F32"/>
    <w:rsid w:val="00FE3B28"/>
    <w:rsid w:val="00FE4455"/>
    <w:rsid w:val="00FF16C3"/>
    <w:rsid w:val="00FF4FB9"/>
    <w:rsid w:val="00FF596E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uiPriority w:val="99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  <w:style w:type="character" w:styleId="Emphasis">
    <w:name w:val="Emphasis"/>
    <w:basedOn w:val="DefaultParagraphFont"/>
    <w:uiPriority w:val="20"/>
    <w:qFormat/>
    <w:rsid w:val="00B91C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uiPriority w:val="99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  <w:style w:type="character" w:styleId="Emphasis">
    <w:name w:val="Emphasis"/>
    <w:basedOn w:val="DefaultParagraphFont"/>
    <w:uiPriority w:val="20"/>
    <w:qFormat/>
    <w:rsid w:val="00B91C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0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76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1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02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109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03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204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94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04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250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5470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86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351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0756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1292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3510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782707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9135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57272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87273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118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2460965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690671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46694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61908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682129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0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5177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380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67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82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6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8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21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09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88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93726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80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93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81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6800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7040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534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4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4007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521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31276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8071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358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4779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938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1299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795143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35121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12807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12742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4120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0553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082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5.png"/><Relationship Id="rId26" Type="http://schemas.openxmlformats.org/officeDocument/2006/relationships/hyperlink" Target="http://bit.ly/2vmagv5" TargetMode="External"/><Relationship Id="rId39" Type="http://schemas.openxmlformats.org/officeDocument/2006/relationships/hyperlink" Target="http://www.bucks.edu/academics/coned/kids/" TargetMode="External"/><Relationship Id="rId3" Type="http://schemas.openxmlformats.org/officeDocument/2006/relationships/styles" Target="styles.xml"/><Relationship Id="rId21" Type="http://schemas.openxmlformats.org/officeDocument/2006/relationships/hyperlink" Target="http://bit.ly/2dHB1N8" TargetMode="External"/><Relationship Id="rId34" Type="http://schemas.openxmlformats.org/officeDocument/2006/relationships/hyperlink" Target="http://bit.ly/2eJrOoY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mailto:steven.pierce@bristoltwpsd.org" TargetMode="External"/><Relationship Id="rId25" Type="http://schemas.openxmlformats.org/officeDocument/2006/relationships/image" Target="media/image8.png"/><Relationship Id="rId33" Type="http://schemas.openxmlformats.org/officeDocument/2006/relationships/hyperlink" Target="http://bit.ly/2fRTRWZ" TargetMode="External"/><Relationship Id="rId38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hyperlink" Target="mailto:kjones1@btsd.us" TargetMode="External"/><Relationship Id="rId20" Type="http://schemas.openxmlformats.org/officeDocument/2006/relationships/image" Target="media/image1.png"/><Relationship Id="rId29" Type="http://schemas.openxmlformats.org/officeDocument/2006/relationships/hyperlink" Target="mailto:jill.stinson@bristoltwpsd.org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t.ly/2ht66WQ" TargetMode="External"/><Relationship Id="rId24" Type="http://schemas.openxmlformats.org/officeDocument/2006/relationships/hyperlink" Target="http://bit.ly/2r2etRL" TargetMode="External"/><Relationship Id="rId32" Type="http://schemas.openxmlformats.org/officeDocument/2006/relationships/hyperlink" Target="http://bit.ly/2dZYoWE" TargetMode="External"/><Relationship Id="rId37" Type="http://schemas.openxmlformats.org/officeDocument/2006/relationships/hyperlink" Target="http://www.bing.com/images/search?q=paw+print&amp;id=71A24A0BC43194F04847D7CC3571F311781FC6E1&amp;FORM=IQFRBA" TargetMode="External"/><Relationship Id="rId40" Type="http://schemas.openxmlformats.org/officeDocument/2006/relationships/hyperlink" Target="http://bit.ly/2vmagv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t.ly/2pej2Yw" TargetMode="External"/><Relationship Id="rId23" Type="http://schemas.openxmlformats.org/officeDocument/2006/relationships/image" Target="media/image7.jpeg"/><Relationship Id="rId28" Type="http://schemas.openxmlformats.org/officeDocument/2006/relationships/hyperlink" Target="http://bit.ly/2g9dRWG" TargetMode="External"/><Relationship Id="rId36" Type="http://schemas.openxmlformats.org/officeDocument/2006/relationships/hyperlink" Target="http://bit.ly/2r95rPl" TargetMode="External"/><Relationship Id="rId10" Type="http://schemas.openxmlformats.org/officeDocument/2006/relationships/hyperlink" Target="mailto:karla.jones@bristoltwpsd.org" TargetMode="External"/><Relationship Id="rId19" Type="http://schemas.openxmlformats.org/officeDocument/2006/relationships/image" Target="media/image6.png"/><Relationship Id="rId31" Type="http://schemas.openxmlformats.org/officeDocument/2006/relationships/hyperlink" Target="http://bit.ly/2fIZlj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http://bit.ly/2ht66WQ" TargetMode="External"/><Relationship Id="rId22" Type="http://schemas.openxmlformats.org/officeDocument/2006/relationships/hyperlink" Target="http://classroom.google.com/" TargetMode="External"/><Relationship Id="rId27" Type="http://schemas.openxmlformats.org/officeDocument/2006/relationships/hyperlink" Target="http://bit.ly/2vavJXB" TargetMode="External"/><Relationship Id="rId30" Type="http://schemas.openxmlformats.org/officeDocument/2006/relationships/hyperlink" Target="http://bit.ly/2r95rPl" TargetMode="External"/><Relationship Id="rId35" Type="http://schemas.openxmlformats.org/officeDocument/2006/relationships/hyperlink" Target="http://bit.ly/2fIZljk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AppData\Roaming\Microsoft\Templates\E-mai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37633-A37F-4202-AE7C-3E64DC68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newsletter</Template>
  <TotalTime>80</TotalTime>
  <Pages>4</Pages>
  <Words>1077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25</cp:revision>
  <cp:lastPrinted>2017-09-11T20:30:00Z</cp:lastPrinted>
  <dcterms:created xsi:type="dcterms:W3CDTF">2017-09-05T15:54:00Z</dcterms:created>
  <dcterms:modified xsi:type="dcterms:W3CDTF">2017-09-12T17:20:00Z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TC010219711033</vt:lpwstr>
  </property>
</Properties>
</file>